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2076"/>
        <w:gridCol w:w="203"/>
        <w:gridCol w:w="2582"/>
        <w:gridCol w:w="1685"/>
        <w:gridCol w:w="2250"/>
        <w:gridCol w:w="971"/>
        <w:gridCol w:w="6"/>
      </w:tblGrid>
      <w:tr w:rsidR="001751F9" w:rsidRPr="00AB5DD6" w14:paraId="52D71B0F" w14:textId="77777777" w:rsidTr="001B1698">
        <w:trPr>
          <w:gridAfter w:val="1"/>
          <w:wAfter w:w="3" w:type="pct"/>
          <w:trHeight w:val="328"/>
        </w:trPr>
        <w:tc>
          <w:tcPr>
            <w:tcW w:w="4997" w:type="pct"/>
            <w:gridSpan w:val="6"/>
            <w:shd w:val="clear" w:color="auto" w:fill="BFBFBF"/>
          </w:tcPr>
          <w:p w14:paraId="639128CD" w14:textId="43E5C7B7" w:rsidR="001751F9" w:rsidRDefault="001751F9" w:rsidP="00315F31">
            <w:pPr>
              <w:pStyle w:val="Header"/>
              <w:tabs>
                <w:tab w:val="center" w:pos="9781"/>
              </w:tabs>
              <w:ind w:right="-108"/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</w:pPr>
            <w:r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 xml:space="preserve">A. </w:t>
            </w:r>
            <w:r w:rsidRPr="00DF6580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>Organisation</w:t>
            </w:r>
            <w:r w:rsidR="00315F31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 xml:space="preserve"> </w:t>
            </w:r>
            <w:r w:rsidRPr="00DF6580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>details</w:t>
            </w:r>
          </w:p>
        </w:tc>
      </w:tr>
      <w:tr w:rsidR="00A020ED" w:rsidRPr="00AB5DD6" w14:paraId="11DA6132" w14:textId="77777777" w:rsidTr="00D26176">
        <w:trPr>
          <w:gridAfter w:val="1"/>
          <w:wAfter w:w="3" w:type="pct"/>
          <w:trHeight w:val="278"/>
        </w:trPr>
        <w:tc>
          <w:tcPr>
            <w:tcW w:w="1062" w:type="pct"/>
          </w:tcPr>
          <w:p w14:paraId="2135FF71" w14:textId="77777777" w:rsidR="00A020ED" w:rsidRPr="008F5B96" w:rsidRDefault="00A020ED" w:rsidP="001751F9">
            <w:pPr>
              <w:pStyle w:val="Header"/>
              <w:rPr>
                <w:rFonts w:cs="Arial"/>
                <w:color w:val="000000"/>
                <w:lang w:eastAsia="en-US"/>
              </w:rPr>
            </w:pPr>
            <w:r w:rsidRPr="008F5B96">
              <w:rPr>
                <w:rFonts w:cs="Arial"/>
                <w:color w:val="000000"/>
                <w:lang w:eastAsia="en-US"/>
              </w:rPr>
              <w:t xml:space="preserve">Organisation name </w:t>
            </w:r>
          </w:p>
        </w:tc>
        <w:tc>
          <w:tcPr>
            <w:tcW w:w="3935" w:type="pct"/>
            <w:gridSpan w:val="5"/>
          </w:tcPr>
          <w:p w14:paraId="2F956898" w14:textId="77777777" w:rsidR="00A020ED" w:rsidRPr="001751F9" w:rsidRDefault="00A020ED" w:rsidP="001751F9">
            <w:pPr>
              <w:pStyle w:val="Header"/>
              <w:rPr>
                <w:rFonts w:cs="Arial"/>
                <w:b/>
                <w:color w:val="000000"/>
                <w:lang w:eastAsia="en-US"/>
              </w:rPr>
            </w:pPr>
          </w:p>
        </w:tc>
      </w:tr>
      <w:tr w:rsidR="00A020ED" w:rsidRPr="00AB5DD6" w14:paraId="42951B9B" w14:textId="77777777" w:rsidTr="00D26176">
        <w:trPr>
          <w:gridAfter w:val="1"/>
          <w:wAfter w:w="3" w:type="pct"/>
          <w:trHeight w:val="294"/>
        </w:trPr>
        <w:tc>
          <w:tcPr>
            <w:tcW w:w="1062" w:type="pct"/>
          </w:tcPr>
          <w:p w14:paraId="01CF63B4" w14:textId="77777777" w:rsidR="00A020ED" w:rsidRPr="008F5B96" w:rsidRDefault="00A020ED" w:rsidP="00317CEE">
            <w:pPr>
              <w:pStyle w:val="Header"/>
              <w:tabs>
                <w:tab w:val="clear" w:pos="4153"/>
                <w:tab w:val="center" w:pos="284"/>
              </w:tabs>
              <w:rPr>
                <w:rFonts w:cs="Arial"/>
                <w:color w:val="000000"/>
                <w:lang w:eastAsia="en-US"/>
              </w:rPr>
            </w:pPr>
            <w:r w:rsidRPr="008F5B96">
              <w:rPr>
                <w:rFonts w:cs="Arial"/>
                <w:color w:val="000000"/>
                <w:lang w:eastAsia="en-US"/>
              </w:rPr>
              <w:t>Postal address</w:t>
            </w:r>
          </w:p>
        </w:tc>
        <w:tc>
          <w:tcPr>
            <w:tcW w:w="3935" w:type="pct"/>
            <w:gridSpan w:val="5"/>
          </w:tcPr>
          <w:p w14:paraId="0C30AE23" w14:textId="77777777" w:rsidR="00A020ED" w:rsidRPr="001751F9" w:rsidRDefault="00A020ED" w:rsidP="00317CEE">
            <w:pPr>
              <w:pStyle w:val="Header"/>
              <w:tabs>
                <w:tab w:val="clear" w:pos="4153"/>
                <w:tab w:val="center" w:pos="284"/>
              </w:tabs>
              <w:rPr>
                <w:rFonts w:cs="Arial"/>
                <w:b/>
                <w:color w:val="000000"/>
                <w:lang w:eastAsia="en-US"/>
              </w:rPr>
            </w:pPr>
          </w:p>
        </w:tc>
      </w:tr>
      <w:tr w:rsidR="00A020ED" w:rsidRPr="00AB5DD6" w14:paraId="1D72C5BE" w14:textId="77777777" w:rsidTr="00D26176">
        <w:trPr>
          <w:gridAfter w:val="1"/>
          <w:wAfter w:w="3" w:type="pct"/>
          <w:trHeight w:val="278"/>
        </w:trPr>
        <w:tc>
          <w:tcPr>
            <w:tcW w:w="1062" w:type="pct"/>
          </w:tcPr>
          <w:p w14:paraId="6D50DE31" w14:textId="77777777" w:rsidR="00A020ED" w:rsidRPr="008F5B96" w:rsidRDefault="00A020ED" w:rsidP="00543AB9">
            <w:pPr>
              <w:pStyle w:val="Header"/>
              <w:tabs>
                <w:tab w:val="clear" w:pos="4153"/>
                <w:tab w:val="center" w:pos="284"/>
              </w:tabs>
              <w:rPr>
                <w:rFonts w:cs="Arial"/>
                <w:color w:val="000000"/>
                <w:lang w:eastAsia="en-US"/>
              </w:rPr>
            </w:pPr>
            <w:r w:rsidRPr="008F5B96">
              <w:rPr>
                <w:rFonts w:cs="Arial"/>
                <w:color w:val="000000"/>
                <w:lang w:eastAsia="en-US"/>
              </w:rPr>
              <w:t>Web address</w:t>
            </w:r>
          </w:p>
        </w:tc>
        <w:tc>
          <w:tcPr>
            <w:tcW w:w="3935" w:type="pct"/>
            <w:gridSpan w:val="5"/>
          </w:tcPr>
          <w:p w14:paraId="5268E700" w14:textId="77777777" w:rsidR="00A020ED" w:rsidRPr="00543AB9" w:rsidRDefault="00A020ED" w:rsidP="00543AB9">
            <w:pPr>
              <w:pStyle w:val="Header"/>
              <w:tabs>
                <w:tab w:val="clear" w:pos="4153"/>
                <w:tab w:val="center" w:pos="284"/>
              </w:tabs>
              <w:rPr>
                <w:rFonts w:cs="Arial"/>
                <w:color w:val="000000"/>
                <w:lang w:eastAsia="en-US"/>
              </w:rPr>
            </w:pPr>
            <w:r w:rsidRPr="008F5B96">
              <w:rPr>
                <w:rFonts w:cs="Arial"/>
                <w:color w:val="000000"/>
                <w:lang w:eastAsia="en-US"/>
              </w:rPr>
              <w:t xml:space="preserve">  </w:t>
            </w:r>
          </w:p>
        </w:tc>
      </w:tr>
      <w:tr w:rsidR="009D4072" w:rsidRPr="00AB5DD6" w14:paraId="6AF9CB5E" w14:textId="77777777" w:rsidTr="001B1698">
        <w:trPr>
          <w:gridAfter w:val="1"/>
          <w:wAfter w:w="3" w:type="pct"/>
          <w:trHeight w:val="310"/>
        </w:trPr>
        <w:tc>
          <w:tcPr>
            <w:tcW w:w="4997" w:type="pct"/>
            <w:gridSpan w:val="6"/>
            <w:shd w:val="clear" w:color="auto" w:fill="BFBFBF"/>
          </w:tcPr>
          <w:p w14:paraId="5718BC39" w14:textId="67D3DE07" w:rsidR="009D4072" w:rsidRPr="001751F9" w:rsidRDefault="00543AB9" w:rsidP="001751F9">
            <w:pPr>
              <w:pStyle w:val="Header"/>
              <w:tabs>
                <w:tab w:val="center" w:pos="9781"/>
              </w:tabs>
              <w:ind w:right="-108"/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br w:type="page"/>
            </w:r>
            <w:r w:rsidR="009D4072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 xml:space="preserve">B. </w:t>
            </w:r>
            <w:r w:rsidR="009D4072" w:rsidRPr="001751F9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>Contact for</w:t>
            </w:r>
            <w:r w:rsidR="009D4072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9D4072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>E</w:t>
            </w:r>
            <w:r w:rsidR="0078127E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>o</w:t>
            </w:r>
            <w:r w:rsidR="009D4072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>I</w:t>
            </w:r>
            <w:proofErr w:type="spellEnd"/>
          </w:p>
        </w:tc>
      </w:tr>
      <w:tr w:rsidR="00053605" w:rsidRPr="00AB5DD6" w14:paraId="0E54C720" w14:textId="77777777" w:rsidTr="00D26176">
        <w:trPr>
          <w:gridAfter w:val="1"/>
          <w:wAfter w:w="3" w:type="pct"/>
          <w:trHeight w:val="294"/>
        </w:trPr>
        <w:tc>
          <w:tcPr>
            <w:tcW w:w="1062" w:type="pct"/>
          </w:tcPr>
          <w:p w14:paraId="0BFBCE3C" w14:textId="77777777" w:rsidR="00317CEE" w:rsidRPr="008F5B96" w:rsidRDefault="00317CEE" w:rsidP="00E41AE3">
            <w:pPr>
              <w:pStyle w:val="Header"/>
              <w:rPr>
                <w:rFonts w:cs="Arial"/>
                <w:color w:val="000000"/>
                <w:lang w:eastAsia="en-US"/>
              </w:rPr>
            </w:pPr>
            <w:r w:rsidRPr="008F5B96">
              <w:rPr>
                <w:rFonts w:cs="Arial"/>
                <w:color w:val="000000"/>
                <w:lang w:eastAsia="en-US"/>
              </w:rPr>
              <w:t xml:space="preserve">Your name </w:t>
            </w:r>
          </w:p>
        </w:tc>
        <w:tc>
          <w:tcPr>
            <w:tcW w:w="1425" w:type="pct"/>
            <w:gridSpan w:val="2"/>
          </w:tcPr>
          <w:p w14:paraId="56239BA7" w14:textId="77777777" w:rsidR="00317CEE" w:rsidRPr="008F5B96" w:rsidRDefault="00317CEE" w:rsidP="00E41AE3">
            <w:pPr>
              <w:pStyle w:val="Header"/>
              <w:rPr>
                <w:rFonts w:cs="Arial"/>
                <w:color w:val="000000"/>
                <w:lang w:eastAsia="en-US"/>
              </w:rPr>
            </w:pPr>
          </w:p>
        </w:tc>
        <w:tc>
          <w:tcPr>
            <w:tcW w:w="862" w:type="pct"/>
          </w:tcPr>
          <w:p w14:paraId="2F1736ED" w14:textId="77777777" w:rsidR="00317CEE" w:rsidRPr="008F5B96" w:rsidRDefault="00317CEE" w:rsidP="009D4072">
            <w:pPr>
              <w:pStyle w:val="Header"/>
              <w:ind w:right="-1412"/>
              <w:rPr>
                <w:rFonts w:cs="Arial"/>
                <w:color w:val="000000"/>
                <w:lang w:eastAsia="en-US"/>
              </w:rPr>
            </w:pPr>
            <w:r w:rsidRPr="008F5B96">
              <w:rPr>
                <w:rFonts w:cs="Arial"/>
                <w:color w:val="000000"/>
                <w:lang w:eastAsia="en-US"/>
              </w:rPr>
              <w:t>Position</w:t>
            </w:r>
          </w:p>
        </w:tc>
        <w:tc>
          <w:tcPr>
            <w:tcW w:w="1648" w:type="pct"/>
            <w:gridSpan w:val="2"/>
          </w:tcPr>
          <w:p w14:paraId="28A2F319" w14:textId="77777777" w:rsidR="00317CEE" w:rsidRPr="009D4072" w:rsidRDefault="00317CEE" w:rsidP="009D4072">
            <w:pPr>
              <w:pStyle w:val="Header"/>
              <w:ind w:right="-1412"/>
              <w:rPr>
                <w:rFonts w:cs="Arial"/>
                <w:b/>
                <w:color w:val="000000"/>
                <w:lang w:eastAsia="en-US"/>
              </w:rPr>
            </w:pPr>
          </w:p>
        </w:tc>
      </w:tr>
      <w:tr w:rsidR="00053605" w:rsidRPr="00AB5DD6" w14:paraId="78901074" w14:textId="77777777" w:rsidTr="00E91CFF">
        <w:trPr>
          <w:gridAfter w:val="1"/>
          <w:wAfter w:w="3" w:type="pct"/>
          <w:trHeight w:val="54"/>
        </w:trPr>
        <w:tc>
          <w:tcPr>
            <w:tcW w:w="1062" w:type="pct"/>
          </w:tcPr>
          <w:p w14:paraId="6567BD36" w14:textId="77777777" w:rsidR="00317CEE" w:rsidRPr="008F5B96" w:rsidRDefault="00317CEE" w:rsidP="00E41AE3">
            <w:pPr>
              <w:pStyle w:val="Header"/>
              <w:rPr>
                <w:rFonts w:cs="Arial"/>
                <w:color w:val="000000"/>
                <w:lang w:eastAsia="en-US"/>
              </w:rPr>
            </w:pPr>
            <w:r w:rsidRPr="008F5B96">
              <w:rPr>
                <w:rFonts w:cs="Arial"/>
                <w:color w:val="000000"/>
                <w:lang w:eastAsia="en-US"/>
              </w:rPr>
              <w:t>Phone</w:t>
            </w:r>
            <w:r w:rsidR="00BC6F00">
              <w:rPr>
                <w:rFonts w:cs="Arial"/>
                <w:color w:val="000000"/>
                <w:lang w:eastAsia="en-US"/>
              </w:rPr>
              <w:t xml:space="preserve"> MB </w:t>
            </w:r>
          </w:p>
        </w:tc>
        <w:tc>
          <w:tcPr>
            <w:tcW w:w="1425" w:type="pct"/>
            <w:gridSpan w:val="2"/>
          </w:tcPr>
          <w:p w14:paraId="57D2AF5C" w14:textId="77777777" w:rsidR="00317CEE" w:rsidRPr="008F5B96" w:rsidRDefault="00317CEE" w:rsidP="00E41AE3">
            <w:pPr>
              <w:pStyle w:val="Header"/>
              <w:rPr>
                <w:rFonts w:cs="Arial"/>
                <w:color w:val="000000"/>
                <w:lang w:eastAsia="en-US"/>
              </w:rPr>
            </w:pPr>
          </w:p>
        </w:tc>
        <w:tc>
          <w:tcPr>
            <w:tcW w:w="862" w:type="pct"/>
          </w:tcPr>
          <w:p w14:paraId="489E4818" w14:textId="77777777" w:rsidR="00317CEE" w:rsidRPr="008F5B96" w:rsidRDefault="00317CEE" w:rsidP="00E41AE3">
            <w:pPr>
              <w:pStyle w:val="Header"/>
              <w:rPr>
                <w:rFonts w:cs="Arial"/>
                <w:color w:val="000000"/>
                <w:lang w:eastAsia="en-US"/>
              </w:rPr>
            </w:pPr>
            <w:r w:rsidRPr="008F5B96">
              <w:rPr>
                <w:rFonts w:cs="Arial"/>
                <w:color w:val="000000"/>
                <w:lang w:eastAsia="en-US"/>
              </w:rPr>
              <w:t>Email</w:t>
            </w:r>
          </w:p>
        </w:tc>
        <w:tc>
          <w:tcPr>
            <w:tcW w:w="1648" w:type="pct"/>
            <w:gridSpan w:val="2"/>
          </w:tcPr>
          <w:p w14:paraId="7B409B3B" w14:textId="77777777" w:rsidR="00317CEE" w:rsidRPr="00317CEE" w:rsidRDefault="00317CEE" w:rsidP="00E41AE3">
            <w:pPr>
              <w:pStyle w:val="Header"/>
              <w:rPr>
                <w:rFonts w:cs="Arial"/>
                <w:b/>
                <w:color w:val="000000"/>
                <w:lang w:eastAsia="en-US"/>
              </w:rPr>
            </w:pPr>
          </w:p>
        </w:tc>
      </w:tr>
      <w:tr w:rsidR="009D4072" w:rsidRPr="00AB5DD6" w14:paraId="6CBEAA29" w14:textId="77777777" w:rsidTr="001B1698">
        <w:trPr>
          <w:gridAfter w:val="1"/>
          <w:wAfter w:w="3" w:type="pct"/>
          <w:trHeight w:val="310"/>
        </w:trPr>
        <w:tc>
          <w:tcPr>
            <w:tcW w:w="4997" w:type="pct"/>
            <w:gridSpan w:val="6"/>
            <w:shd w:val="clear" w:color="auto" w:fill="BFBFBF"/>
          </w:tcPr>
          <w:p w14:paraId="49D4333E" w14:textId="60AEFA3C" w:rsidR="009D4072" w:rsidRDefault="009D4072" w:rsidP="00AC50A6">
            <w:pPr>
              <w:pStyle w:val="Header"/>
              <w:tabs>
                <w:tab w:val="center" w:pos="9781"/>
              </w:tabs>
              <w:ind w:right="-108"/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</w:pPr>
            <w:r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 xml:space="preserve">C. </w:t>
            </w:r>
            <w:r w:rsidR="00B70FF1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>Pro</w:t>
            </w:r>
            <w:r w:rsidR="00AC50A6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>ject</w:t>
            </w:r>
            <w:r w:rsidR="00B70FF1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 xml:space="preserve"> Details</w:t>
            </w:r>
          </w:p>
        </w:tc>
      </w:tr>
      <w:tr w:rsidR="00317CEE" w:rsidRPr="00AB5DD6" w14:paraId="50AEF8EA" w14:textId="77777777" w:rsidTr="00D26176">
        <w:trPr>
          <w:gridAfter w:val="1"/>
          <w:wAfter w:w="3" w:type="pct"/>
          <w:trHeight w:val="278"/>
        </w:trPr>
        <w:tc>
          <w:tcPr>
            <w:tcW w:w="1166" w:type="pct"/>
            <w:gridSpan w:val="2"/>
          </w:tcPr>
          <w:p w14:paraId="6992E286" w14:textId="77777777" w:rsidR="00317CEE" w:rsidRPr="008F5B96" w:rsidRDefault="00317CEE" w:rsidP="00EA397E">
            <w:pPr>
              <w:pStyle w:val="Header"/>
              <w:rPr>
                <w:rFonts w:cs="Arial"/>
                <w:color w:val="000000"/>
                <w:lang w:eastAsia="en-US"/>
              </w:rPr>
            </w:pPr>
            <w:r w:rsidRPr="008F5B96">
              <w:rPr>
                <w:rFonts w:cs="Arial"/>
                <w:color w:val="000000"/>
                <w:lang w:eastAsia="en-US"/>
              </w:rPr>
              <w:t xml:space="preserve">Project Title </w:t>
            </w:r>
          </w:p>
        </w:tc>
        <w:tc>
          <w:tcPr>
            <w:tcW w:w="3831" w:type="pct"/>
            <w:gridSpan w:val="4"/>
          </w:tcPr>
          <w:p w14:paraId="430923CB" w14:textId="77777777" w:rsidR="00317CEE" w:rsidRPr="008F5B96" w:rsidRDefault="00317CEE" w:rsidP="00EA397E">
            <w:pPr>
              <w:pStyle w:val="Header"/>
              <w:rPr>
                <w:rFonts w:cs="Arial"/>
                <w:color w:val="000000"/>
                <w:lang w:eastAsia="en-US"/>
              </w:rPr>
            </w:pPr>
          </w:p>
        </w:tc>
      </w:tr>
      <w:tr w:rsidR="00315F31" w:rsidRPr="00AB5DD6" w14:paraId="34F40098" w14:textId="77777777" w:rsidTr="00D26176">
        <w:trPr>
          <w:gridAfter w:val="1"/>
          <w:wAfter w:w="3" w:type="pct"/>
          <w:trHeight w:val="278"/>
        </w:trPr>
        <w:tc>
          <w:tcPr>
            <w:tcW w:w="1166" w:type="pct"/>
            <w:gridSpan w:val="2"/>
          </w:tcPr>
          <w:p w14:paraId="638FFE80" w14:textId="77777777" w:rsidR="00315F31" w:rsidRPr="008F5B96" w:rsidRDefault="00172F5E" w:rsidP="00172F5E">
            <w:pPr>
              <w:pStyle w:val="Head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P</w:t>
            </w:r>
            <w:r w:rsidR="00315F31">
              <w:rPr>
                <w:rFonts w:cs="Arial"/>
                <w:color w:val="000000"/>
                <w:lang w:eastAsia="en-US"/>
              </w:rPr>
              <w:t xml:space="preserve">roject </w:t>
            </w:r>
            <w:r>
              <w:rPr>
                <w:rFonts w:cs="Arial"/>
                <w:color w:val="000000"/>
                <w:lang w:eastAsia="en-US"/>
              </w:rPr>
              <w:t>collaborators</w:t>
            </w:r>
          </w:p>
        </w:tc>
        <w:tc>
          <w:tcPr>
            <w:tcW w:w="3831" w:type="pct"/>
            <w:gridSpan w:val="4"/>
          </w:tcPr>
          <w:p w14:paraId="26235802" w14:textId="77777777" w:rsidR="00315F31" w:rsidRPr="00310FDA" w:rsidRDefault="00172F5E" w:rsidP="000F6133">
            <w:pPr>
              <w:pStyle w:val="Header"/>
              <w:rPr>
                <w:rFonts w:cs="Arial"/>
                <w:i/>
                <w:color w:val="A6A6A6"/>
                <w:lang w:eastAsia="en-US"/>
              </w:rPr>
            </w:pPr>
            <w:r w:rsidRPr="007F16B9">
              <w:rPr>
                <w:rFonts w:cs="Arial"/>
                <w:i/>
                <w:color w:val="A6A6A6"/>
                <w:lang w:eastAsia="en-US"/>
              </w:rPr>
              <w:t>Organisation name</w:t>
            </w:r>
            <w:r w:rsidR="00AE5BC9" w:rsidRPr="007F16B9">
              <w:rPr>
                <w:rFonts w:cs="Arial"/>
                <w:i/>
                <w:color w:val="A6A6A6"/>
                <w:lang w:eastAsia="en-US"/>
              </w:rPr>
              <w:t>(s)</w:t>
            </w:r>
            <w:r w:rsidR="003C71D6" w:rsidRPr="007F16B9">
              <w:rPr>
                <w:rFonts w:cs="Arial"/>
                <w:i/>
                <w:color w:val="A6A6A6"/>
                <w:lang w:eastAsia="en-US"/>
              </w:rPr>
              <w:t xml:space="preserve">who are </w:t>
            </w:r>
            <w:r w:rsidR="000F6133">
              <w:rPr>
                <w:rFonts w:cs="Arial"/>
                <w:i/>
                <w:color w:val="A6A6A6"/>
                <w:lang w:eastAsia="en-US"/>
              </w:rPr>
              <w:t xml:space="preserve">collaborating with you on this project </w:t>
            </w:r>
          </w:p>
        </w:tc>
      </w:tr>
      <w:tr w:rsidR="00053605" w:rsidRPr="00AB5DD6" w14:paraId="219432BE" w14:textId="77777777" w:rsidTr="00D26176">
        <w:trPr>
          <w:gridAfter w:val="1"/>
          <w:wAfter w:w="3" w:type="pct"/>
          <w:trHeight w:val="294"/>
        </w:trPr>
        <w:tc>
          <w:tcPr>
            <w:tcW w:w="1166" w:type="pct"/>
            <w:gridSpan w:val="2"/>
          </w:tcPr>
          <w:p w14:paraId="0FC7A615" w14:textId="77777777" w:rsidR="00446C90" w:rsidRPr="008F5B96" w:rsidRDefault="00446C90" w:rsidP="00317CEE">
            <w:pPr>
              <w:pStyle w:val="Header"/>
              <w:rPr>
                <w:rFonts w:cs="Arial"/>
                <w:i/>
                <w:color w:val="000000"/>
                <w:lang w:eastAsia="en-US"/>
              </w:rPr>
            </w:pPr>
            <w:r w:rsidRPr="008F5B96">
              <w:rPr>
                <w:rFonts w:cs="Arial"/>
                <w:color w:val="000000"/>
                <w:lang w:eastAsia="en-US"/>
              </w:rPr>
              <w:t xml:space="preserve">Location of project    </w:t>
            </w:r>
          </w:p>
        </w:tc>
        <w:tc>
          <w:tcPr>
            <w:tcW w:w="1321" w:type="pct"/>
          </w:tcPr>
          <w:p w14:paraId="793B2574" w14:textId="77777777" w:rsidR="00446C90" w:rsidRPr="008F5B96" w:rsidRDefault="00446C90" w:rsidP="00EA397E">
            <w:pPr>
              <w:pStyle w:val="Header"/>
              <w:rPr>
                <w:rFonts w:cs="Arial"/>
                <w:i/>
                <w:color w:val="000000"/>
                <w:lang w:eastAsia="en-US"/>
              </w:rPr>
            </w:pPr>
          </w:p>
        </w:tc>
        <w:tc>
          <w:tcPr>
            <w:tcW w:w="2013" w:type="pct"/>
            <w:gridSpan w:val="2"/>
          </w:tcPr>
          <w:p w14:paraId="6D18CB53" w14:textId="77777777" w:rsidR="00446C90" w:rsidRPr="00446C90" w:rsidRDefault="00053605" w:rsidP="00053605">
            <w:pPr>
              <w:pStyle w:val="Head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 xml:space="preserve">Total number </w:t>
            </w:r>
            <w:bookmarkStart w:id="0" w:name="_GoBack"/>
            <w:bookmarkEnd w:id="0"/>
            <w:r>
              <w:rPr>
                <w:rFonts w:cs="Arial"/>
                <w:color w:val="000000"/>
                <w:lang w:eastAsia="en-US"/>
              </w:rPr>
              <w:t>of years of funding requested</w:t>
            </w:r>
          </w:p>
        </w:tc>
        <w:tc>
          <w:tcPr>
            <w:tcW w:w="497" w:type="pct"/>
          </w:tcPr>
          <w:p w14:paraId="6B3D167A" w14:textId="77777777" w:rsidR="00446C90" w:rsidRPr="005C4FDF" w:rsidRDefault="00446C90" w:rsidP="00EA397E">
            <w:pPr>
              <w:pStyle w:val="Header"/>
              <w:rPr>
                <w:rFonts w:cs="Arial"/>
                <w:b/>
                <w:color w:val="000000"/>
                <w:lang w:eastAsia="en-US"/>
              </w:rPr>
            </w:pPr>
          </w:p>
        </w:tc>
      </w:tr>
      <w:tr w:rsidR="00A020ED" w:rsidRPr="00AB5DD6" w14:paraId="3338E576" w14:textId="77777777" w:rsidTr="00D26176">
        <w:trPr>
          <w:gridAfter w:val="1"/>
          <w:wAfter w:w="3" w:type="pct"/>
          <w:trHeight w:val="426"/>
        </w:trPr>
        <w:tc>
          <w:tcPr>
            <w:tcW w:w="1166" w:type="pct"/>
            <w:gridSpan w:val="2"/>
            <w:shd w:val="clear" w:color="auto" w:fill="auto"/>
          </w:tcPr>
          <w:p w14:paraId="4D6B7691" w14:textId="77777777" w:rsidR="00A020ED" w:rsidRPr="00317CEE" w:rsidRDefault="00A020ED" w:rsidP="00A020ED">
            <w:pPr>
              <w:pStyle w:val="Header"/>
              <w:rPr>
                <w:rFonts w:cs="Arial"/>
                <w:color w:val="000000"/>
                <w:lang w:eastAsia="en-US"/>
              </w:rPr>
            </w:pPr>
            <w:r w:rsidRPr="00317CEE">
              <w:rPr>
                <w:rFonts w:cs="Arial"/>
                <w:color w:val="000000"/>
                <w:lang w:eastAsia="en-US"/>
              </w:rPr>
              <w:t>Total Project Cost</w:t>
            </w:r>
          </w:p>
        </w:tc>
        <w:tc>
          <w:tcPr>
            <w:tcW w:w="1321" w:type="pct"/>
            <w:shd w:val="clear" w:color="auto" w:fill="auto"/>
          </w:tcPr>
          <w:p w14:paraId="2EB086D2" w14:textId="77777777" w:rsidR="00A020ED" w:rsidRPr="00317CEE" w:rsidRDefault="00A020ED" w:rsidP="00EA397E">
            <w:pPr>
              <w:pStyle w:val="Head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$</w:t>
            </w:r>
          </w:p>
        </w:tc>
        <w:tc>
          <w:tcPr>
            <w:tcW w:w="2013" w:type="pct"/>
            <w:gridSpan w:val="2"/>
            <w:vMerge w:val="restart"/>
            <w:shd w:val="clear" w:color="auto" w:fill="auto"/>
          </w:tcPr>
          <w:p w14:paraId="45310094" w14:textId="77777777" w:rsidR="00A020ED" w:rsidRPr="00317CEE" w:rsidRDefault="00A020ED" w:rsidP="00EA397E">
            <w:pPr>
              <w:pStyle w:val="Head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Have you requested funding from another source for this project</w:t>
            </w:r>
            <w:r w:rsidR="00053605">
              <w:rPr>
                <w:rFonts w:cs="Arial"/>
                <w:color w:val="000000"/>
                <w:lang w:eastAsia="en-US"/>
              </w:rPr>
              <w:t>?</w:t>
            </w:r>
          </w:p>
        </w:tc>
        <w:tc>
          <w:tcPr>
            <w:tcW w:w="497" w:type="pct"/>
            <w:vMerge w:val="restart"/>
            <w:shd w:val="clear" w:color="auto" w:fill="auto"/>
          </w:tcPr>
          <w:p w14:paraId="03F002E3" w14:textId="77777777" w:rsidR="00A020ED" w:rsidRDefault="00A020ED" w:rsidP="00A020ED">
            <w:r>
              <w:t>Yes</w:t>
            </w:r>
          </w:p>
          <w:p w14:paraId="29AB7F21" w14:textId="77777777" w:rsidR="00A020ED" w:rsidRPr="00317CEE" w:rsidRDefault="00A020ED" w:rsidP="00A020ED">
            <w:pPr>
              <w:pStyle w:val="Header"/>
              <w:rPr>
                <w:rFonts w:cs="Arial"/>
                <w:color w:val="000000"/>
                <w:lang w:eastAsia="en-US"/>
              </w:rPr>
            </w:pPr>
            <w:r>
              <w:t>No</w:t>
            </w:r>
          </w:p>
        </w:tc>
      </w:tr>
      <w:tr w:rsidR="00A020ED" w:rsidRPr="00AB5DD6" w14:paraId="669E141D" w14:textId="77777777" w:rsidTr="00D26176">
        <w:trPr>
          <w:gridAfter w:val="1"/>
          <w:wAfter w:w="3" w:type="pct"/>
          <w:trHeight w:val="426"/>
        </w:trPr>
        <w:tc>
          <w:tcPr>
            <w:tcW w:w="1166" w:type="pct"/>
            <w:gridSpan w:val="2"/>
            <w:shd w:val="clear" w:color="auto" w:fill="auto"/>
          </w:tcPr>
          <w:p w14:paraId="28C7BCDB" w14:textId="77777777" w:rsidR="00A020ED" w:rsidRPr="00317CEE" w:rsidRDefault="00A020ED" w:rsidP="00A020ED">
            <w:pPr>
              <w:pStyle w:val="Head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Total Funding request</w:t>
            </w:r>
          </w:p>
        </w:tc>
        <w:tc>
          <w:tcPr>
            <w:tcW w:w="1321" w:type="pct"/>
            <w:shd w:val="clear" w:color="auto" w:fill="auto"/>
          </w:tcPr>
          <w:p w14:paraId="11A4E0FF" w14:textId="77777777" w:rsidR="00A020ED" w:rsidRPr="00317CEE" w:rsidRDefault="00A020ED" w:rsidP="00EA397E">
            <w:pPr>
              <w:pStyle w:val="Head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$</w:t>
            </w:r>
          </w:p>
        </w:tc>
        <w:tc>
          <w:tcPr>
            <w:tcW w:w="2013" w:type="pct"/>
            <w:gridSpan w:val="2"/>
            <w:vMerge/>
            <w:shd w:val="clear" w:color="auto" w:fill="auto"/>
          </w:tcPr>
          <w:p w14:paraId="7D585C64" w14:textId="77777777" w:rsidR="00A020ED" w:rsidRDefault="00A020ED" w:rsidP="00EA397E">
            <w:pPr>
              <w:pStyle w:val="Header"/>
              <w:rPr>
                <w:rFonts w:cs="Arial"/>
                <w:color w:val="000000"/>
                <w:lang w:eastAsia="en-US"/>
              </w:rPr>
            </w:pPr>
          </w:p>
        </w:tc>
        <w:tc>
          <w:tcPr>
            <w:tcW w:w="497" w:type="pct"/>
            <w:vMerge/>
            <w:shd w:val="clear" w:color="auto" w:fill="auto"/>
          </w:tcPr>
          <w:p w14:paraId="41DD6CA7" w14:textId="77777777" w:rsidR="00A020ED" w:rsidRDefault="00A020ED" w:rsidP="00A020ED"/>
        </w:tc>
      </w:tr>
      <w:tr w:rsidR="00A020ED" w:rsidRPr="00AB5DD6" w14:paraId="034C436F" w14:textId="77777777" w:rsidTr="00D26176">
        <w:trPr>
          <w:gridAfter w:val="1"/>
          <w:wAfter w:w="3" w:type="pct"/>
          <w:trHeight w:val="309"/>
        </w:trPr>
        <w:tc>
          <w:tcPr>
            <w:tcW w:w="1166" w:type="pct"/>
            <w:gridSpan w:val="2"/>
            <w:shd w:val="clear" w:color="auto" w:fill="auto"/>
          </w:tcPr>
          <w:p w14:paraId="59768762" w14:textId="77777777" w:rsidR="00A020ED" w:rsidRPr="00317CEE" w:rsidRDefault="00A020ED" w:rsidP="00517CE0">
            <w:pPr>
              <w:pStyle w:val="Head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If yes, please outline the source of funding and amount applied for and/or secured</w:t>
            </w:r>
          </w:p>
        </w:tc>
        <w:tc>
          <w:tcPr>
            <w:tcW w:w="3831" w:type="pct"/>
            <w:gridSpan w:val="4"/>
            <w:shd w:val="clear" w:color="auto" w:fill="auto"/>
          </w:tcPr>
          <w:p w14:paraId="33349531" w14:textId="77777777" w:rsidR="00A020ED" w:rsidRPr="00317CEE" w:rsidRDefault="00A020ED" w:rsidP="00EA397E">
            <w:pPr>
              <w:pStyle w:val="Header"/>
              <w:rPr>
                <w:rFonts w:cs="Arial"/>
                <w:color w:val="000000"/>
                <w:lang w:eastAsia="en-US"/>
              </w:rPr>
            </w:pPr>
          </w:p>
        </w:tc>
      </w:tr>
      <w:tr w:rsidR="00B70FF1" w:rsidRPr="00AB5DD6" w14:paraId="304A8BD7" w14:textId="77777777" w:rsidTr="001B1698">
        <w:trPr>
          <w:gridAfter w:val="1"/>
          <w:wAfter w:w="3" w:type="pct"/>
          <w:trHeight w:val="310"/>
        </w:trPr>
        <w:tc>
          <w:tcPr>
            <w:tcW w:w="4997" w:type="pct"/>
            <w:gridSpan w:val="6"/>
            <w:shd w:val="clear" w:color="auto" w:fill="BFBFBF"/>
          </w:tcPr>
          <w:p w14:paraId="1FC3A981" w14:textId="45F9A316" w:rsidR="00B70FF1" w:rsidRPr="00A13CE0" w:rsidRDefault="00A13CE0" w:rsidP="00B15BB8">
            <w:pPr>
              <w:pStyle w:val="Header"/>
              <w:tabs>
                <w:tab w:val="center" w:pos="9781"/>
              </w:tabs>
              <w:ind w:right="-108"/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</w:pPr>
            <w:r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 xml:space="preserve">D. Do you require your </w:t>
            </w:r>
            <w:proofErr w:type="spellStart"/>
            <w:r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>E</w:t>
            </w:r>
            <w:r w:rsidR="0078127E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>o</w:t>
            </w:r>
            <w:r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>I</w:t>
            </w:r>
            <w:proofErr w:type="spellEnd"/>
            <w:r w:rsidRPr="00A13CE0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 xml:space="preserve"> information to be confidential</w:t>
            </w:r>
            <w:r w:rsidR="00876115"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  <w:t>?</w:t>
            </w:r>
          </w:p>
        </w:tc>
      </w:tr>
      <w:tr w:rsidR="00A13CE0" w:rsidRPr="00AB5DD6" w14:paraId="4F4B72FB" w14:textId="77777777" w:rsidTr="0078127E">
        <w:trPr>
          <w:gridAfter w:val="1"/>
          <w:wAfter w:w="3" w:type="pct"/>
          <w:trHeight w:val="310"/>
        </w:trPr>
        <w:tc>
          <w:tcPr>
            <w:tcW w:w="4997" w:type="pct"/>
            <w:gridSpan w:val="6"/>
            <w:shd w:val="clear" w:color="auto" w:fill="FFFFFF" w:themeFill="background1"/>
          </w:tcPr>
          <w:p w14:paraId="36E376A5" w14:textId="77777777" w:rsidR="00A13CE0" w:rsidRPr="006264B5" w:rsidRDefault="00A13CE0" w:rsidP="006264B5">
            <w:pPr>
              <w:pStyle w:val="Header"/>
              <w:rPr>
                <w:rFonts w:cs="Arial"/>
                <w:b/>
                <w:smallCaps/>
                <w:color w:val="008000"/>
                <w:sz w:val="24"/>
                <w:szCs w:val="24"/>
                <w:lang w:eastAsia="en-US"/>
              </w:rPr>
            </w:pPr>
            <w:r w:rsidRPr="006264B5">
              <w:rPr>
                <w:rFonts w:cs="Arial"/>
                <w:color w:val="000000"/>
                <w:lang w:eastAsia="en-US"/>
              </w:rPr>
              <w:t xml:space="preserve">Yes </w:t>
            </w:r>
            <w:r w:rsidRPr="006264B5">
              <w:rPr>
                <w:rFonts w:cs="Arial"/>
                <w:color w:val="000000"/>
                <w:lang w:eastAsia="en-US"/>
              </w:rPr>
              <w:tab/>
              <w:t xml:space="preserve">              No</w:t>
            </w:r>
          </w:p>
        </w:tc>
      </w:tr>
      <w:tr w:rsidR="000E34D8" w:rsidRPr="00AB5DD6" w14:paraId="7BB02927" w14:textId="77777777" w:rsidTr="00D26176">
        <w:trPr>
          <w:trHeight w:val="299"/>
        </w:trPr>
        <w:tc>
          <w:tcPr>
            <w:tcW w:w="5000" w:type="pct"/>
            <w:gridSpan w:val="7"/>
            <w:shd w:val="clear" w:color="auto" w:fill="A6A6A6"/>
          </w:tcPr>
          <w:p w14:paraId="1C86D543" w14:textId="77777777" w:rsidR="000E34D8" w:rsidRDefault="00A13CE0" w:rsidP="00684579">
            <w:pPr>
              <w:rPr>
                <w:rFonts w:cs="Arial"/>
                <w:b/>
                <w:smallCaps/>
                <w:color w:val="008000"/>
                <w:sz w:val="24"/>
                <w:szCs w:val="24"/>
              </w:rPr>
            </w:pPr>
            <w:r>
              <w:rPr>
                <w:rFonts w:cs="Arial"/>
                <w:b/>
                <w:smallCaps/>
                <w:color w:val="008000"/>
                <w:sz w:val="24"/>
                <w:szCs w:val="24"/>
              </w:rPr>
              <w:t>E</w:t>
            </w:r>
            <w:r w:rsidR="000E34D8">
              <w:rPr>
                <w:rFonts w:cs="Arial"/>
                <w:b/>
                <w:smallCaps/>
                <w:color w:val="008000"/>
                <w:sz w:val="24"/>
                <w:szCs w:val="24"/>
              </w:rPr>
              <w:t>. Project De</w:t>
            </w:r>
            <w:r w:rsidR="00684579">
              <w:rPr>
                <w:rFonts w:cs="Arial"/>
                <w:b/>
                <w:smallCaps/>
                <w:color w:val="008000"/>
                <w:sz w:val="24"/>
                <w:szCs w:val="24"/>
              </w:rPr>
              <w:t xml:space="preserve">scription </w:t>
            </w:r>
            <w:r w:rsidR="000E34D8" w:rsidRPr="00DF6580">
              <w:rPr>
                <w:rFonts w:cs="Arial"/>
                <w:b/>
                <w:smallCaps/>
                <w:color w:val="008000"/>
                <w:sz w:val="24"/>
                <w:szCs w:val="24"/>
              </w:rPr>
              <w:t xml:space="preserve">  </w:t>
            </w:r>
          </w:p>
        </w:tc>
      </w:tr>
      <w:tr w:rsidR="000E34D8" w:rsidRPr="00AB5DD6" w14:paraId="7EC120E1" w14:textId="77777777" w:rsidTr="00D26176">
        <w:trPr>
          <w:trHeight w:val="282"/>
        </w:trPr>
        <w:tc>
          <w:tcPr>
            <w:tcW w:w="5000" w:type="pct"/>
            <w:gridSpan w:val="7"/>
            <w:shd w:val="clear" w:color="auto" w:fill="D9D9D9"/>
          </w:tcPr>
          <w:p w14:paraId="3027B7C0" w14:textId="44BFC3E9" w:rsidR="000E34D8" w:rsidRDefault="00AC50A6" w:rsidP="004430D2">
            <w:pPr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rFonts w:cs="Arial"/>
                <w:color w:val="000000"/>
              </w:rPr>
              <w:t xml:space="preserve">Please provide </w:t>
            </w:r>
            <w:r w:rsidR="001D6F89">
              <w:rPr>
                <w:rFonts w:cs="Arial"/>
                <w:color w:val="000000"/>
              </w:rPr>
              <w:t>a short</w:t>
            </w:r>
            <w:r w:rsidR="000E34D8">
              <w:rPr>
                <w:rFonts w:cs="Arial"/>
                <w:color w:val="000000"/>
              </w:rPr>
              <w:t xml:space="preserve"> </w:t>
            </w:r>
            <w:r w:rsidR="001D6F89">
              <w:rPr>
                <w:rFonts w:cs="Arial"/>
                <w:color w:val="000000"/>
              </w:rPr>
              <w:t>summary of</w:t>
            </w:r>
            <w:r w:rsidR="000E34D8">
              <w:rPr>
                <w:rFonts w:cs="Arial"/>
                <w:color w:val="000000"/>
              </w:rPr>
              <w:t xml:space="preserve"> your </w:t>
            </w:r>
            <w:r w:rsidR="003966AD">
              <w:rPr>
                <w:rFonts w:cs="Arial"/>
                <w:color w:val="000000"/>
              </w:rPr>
              <w:t>project</w:t>
            </w:r>
            <w:r w:rsidR="001D6F89">
              <w:rPr>
                <w:rFonts w:cs="Arial"/>
                <w:color w:val="000000"/>
              </w:rPr>
              <w:t xml:space="preserve"> </w:t>
            </w:r>
            <w:r w:rsidR="005255AA">
              <w:rPr>
                <w:rFonts w:cs="Arial"/>
                <w:color w:val="000000"/>
              </w:rPr>
              <w:t>including the aims and objectives</w:t>
            </w:r>
            <w:r w:rsidR="0078127E">
              <w:rPr>
                <w:rFonts w:cs="Arial"/>
                <w:color w:val="000000"/>
              </w:rPr>
              <w:t>.</w:t>
            </w:r>
            <w:r w:rsidR="005255AA">
              <w:rPr>
                <w:rFonts w:cs="Arial"/>
                <w:color w:val="000000"/>
              </w:rPr>
              <w:t xml:space="preserve"> </w:t>
            </w:r>
          </w:p>
        </w:tc>
      </w:tr>
      <w:tr w:rsidR="000E34D8" w:rsidRPr="00AB5DD6" w14:paraId="64D7A765" w14:textId="77777777" w:rsidTr="00CC0B0A">
        <w:trPr>
          <w:trHeight w:val="745"/>
        </w:trPr>
        <w:tc>
          <w:tcPr>
            <w:tcW w:w="5000" w:type="pct"/>
            <w:gridSpan w:val="7"/>
          </w:tcPr>
          <w:p w14:paraId="521759AA" w14:textId="647FFF3C" w:rsidR="000E34D8" w:rsidRDefault="005255AA" w:rsidP="00CC0B0A">
            <w:pPr>
              <w:pStyle w:val="Header"/>
              <w:rPr>
                <w:rFonts w:cs="Arial"/>
                <w:color w:val="000000"/>
                <w:lang w:eastAsia="en-US"/>
              </w:rPr>
            </w:pPr>
            <w:r w:rsidRPr="007F16B9">
              <w:rPr>
                <w:rFonts w:cs="Arial"/>
                <w:i/>
                <w:color w:val="A6A6A6"/>
                <w:lang w:eastAsia="en-US"/>
              </w:rPr>
              <w:t xml:space="preserve">What is your project about? </w:t>
            </w:r>
            <w:r w:rsidR="00B57FB1" w:rsidRPr="007F16B9">
              <w:rPr>
                <w:rFonts w:cs="Arial"/>
                <w:i/>
                <w:color w:val="A6A6A6"/>
                <w:lang w:eastAsia="en-US"/>
              </w:rPr>
              <w:t>What does it aim to do?  W</w:t>
            </w:r>
            <w:r w:rsidR="00FF7D60">
              <w:rPr>
                <w:rFonts w:cs="Arial"/>
                <w:i/>
                <w:color w:val="A6A6A6"/>
                <w:lang w:eastAsia="en-US"/>
              </w:rPr>
              <w:t xml:space="preserve">hat organisations </w:t>
            </w:r>
            <w:r w:rsidR="00BC6F00">
              <w:rPr>
                <w:rFonts w:cs="Arial"/>
                <w:i/>
                <w:color w:val="A6A6A6"/>
                <w:lang w:eastAsia="en-US"/>
              </w:rPr>
              <w:t>are involved in the project</w:t>
            </w:r>
            <w:r w:rsidR="00B57FB1" w:rsidRPr="007F16B9">
              <w:rPr>
                <w:rFonts w:cs="Arial"/>
                <w:i/>
                <w:color w:val="A6A6A6"/>
                <w:lang w:eastAsia="en-US"/>
              </w:rPr>
              <w:t>?  State the scale</w:t>
            </w:r>
            <w:r w:rsidR="0020188D" w:rsidRPr="007F16B9">
              <w:rPr>
                <w:rFonts w:cs="Arial"/>
                <w:i/>
                <w:color w:val="A6A6A6"/>
                <w:lang w:eastAsia="en-US"/>
              </w:rPr>
              <w:t>, sustainability</w:t>
            </w:r>
            <w:r w:rsidR="00B57FB1" w:rsidRPr="007F16B9">
              <w:rPr>
                <w:rFonts w:cs="Arial"/>
                <w:i/>
                <w:color w:val="A6A6A6"/>
                <w:lang w:eastAsia="en-US"/>
              </w:rPr>
              <w:t xml:space="preserve"> and </w:t>
            </w:r>
            <w:r w:rsidR="00F019D7" w:rsidRPr="007F16B9">
              <w:rPr>
                <w:rFonts w:cs="Arial"/>
                <w:i/>
                <w:color w:val="A6A6A6"/>
                <w:lang w:eastAsia="en-US"/>
              </w:rPr>
              <w:t>potential impact of</w:t>
            </w:r>
            <w:r w:rsidR="00B57FB1" w:rsidRPr="007F16B9">
              <w:rPr>
                <w:rFonts w:cs="Arial"/>
                <w:i/>
                <w:color w:val="A6A6A6"/>
                <w:lang w:eastAsia="en-US"/>
              </w:rPr>
              <w:t xml:space="preserve"> your project</w:t>
            </w:r>
            <w:r w:rsidR="00F019D7" w:rsidRPr="007F16B9">
              <w:rPr>
                <w:rFonts w:cs="Arial"/>
                <w:i/>
                <w:color w:val="A6A6A6"/>
                <w:lang w:eastAsia="en-US"/>
              </w:rPr>
              <w:t xml:space="preserve">. </w:t>
            </w:r>
            <w:r w:rsidR="0078127E">
              <w:rPr>
                <w:rFonts w:cs="Arial"/>
                <w:i/>
                <w:color w:val="A6A6A6"/>
                <w:lang w:eastAsia="en-US"/>
              </w:rPr>
              <w:t>250-word</w:t>
            </w:r>
            <w:r w:rsidR="005A2F5C">
              <w:rPr>
                <w:rFonts w:cs="Arial"/>
                <w:i/>
                <w:color w:val="A6A6A6"/>
                <w:lang w:eastAsia="en-US"/>
              </w:rPr>
              <w:t xml:space="preserve"> guide</w:t>
            </w:r>
            <w:r w:rsidR="00913914">
              <w:rPr>
                <w:rFonts w:cs="Arial"/>
                <w:i/>
                <w:color w:val="A6A6A6"/>
                <w:lang w:eastAsia="en-US"/>
              </w:rPr>
              <w:t xml:space="preserve"> (please consider the criteria information supplied</w:t>
            </w:r>
            <w:r w:rsidR="00BC6F00">
              <w:rPr>
                <w:rFonts w:cs="Arial"/>
                <w:i/>
                <w:color w:val="A6A6A6"/>
                <w:lang w:eastAsia="en-US"/>
              </w:rPr>
              <w:t xml:space="preserve"> </w:t>
            </w:r>
            <w:r w:rsidR="005A0E69">
              <w:rPr>
                <w:rFonts w:cs="Arial"/>
                <w:i/>
                <w:color w:val="A6A6A6"/>
                <w:lang w:eastAsia="en-US"/>
              </w:rPr>
              <w:t>to guide you in the information we are seeking)</w:t>
            </w:r>
            <w:r w:rsidR="00781072">
              <w:rPr>
                <w:rFonts w:cs="Arial"/>
                <w:i/>
                <w:color w:val="A6A6A6"/>
                <w:lang w:eastAsia="en-US"/>
              </w:rPr>
              <w:t xml:space="preserve">.  </w:t>
            </w:r>
            <w:r w:rsidR="005A2F5C">
              <w:rPr>
                <w:rFonts w:cs="Arial"/>
                <w:i/>
                <w:color w:val="A6A6A6"/>
                <w:lang w:eastAsia="en-US"/>
              </w:rPr>
              <w:t xml:space="preserve"> </w:t>
            </w:r>
          </w:p>
        </w:tc>
      </w:tr>
      <w:tr w:rsidR="008B183B" w:rsidRPr="008B183B" w14:paraId="1D6143C1" w14:textId="77777777" w:rsidTr="00D26176">
        <w:trPr>
          <w:trHeight w:val="563"/>
        </w:trPr>
        <w:tc>
          <w:tcPr>
            <w:tcW w:w="5000" w:type="pct"/>
            <w:gridSpan w:val="7"/>
            <w:shd w:val="clear" w:color="auto" w:fill="D9D9D9"/>
          </w:tcPr>
          <w:p w14:paraId="403DC953" w14:textId="77777777" w:rsidR="008B183B" w:rsidRPr="00872A95" w:rsidRDefault="005255AA" w:rsidP="004430D2">
            <w:pPr>
              <w:numPr>
                <w:ilvl w:val="0"/>
                <w:numId w:val="18"/>
              </w:num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Please outline the background to your project</w:t>
            </w:r>
            <w:r w:rsidR="0029105C">
              <w:rPr>
                <w:color w:val="000000"/>
              </w:rPr>
              <w:t>, briefly describing the research or best/promising practices that inform your project.</w:t>
            </w:r>
            <w:r>
              <w:rPr>
                <w:color w:val="000000"/>
              </w:rPr>
              <w:t xml:space="preserve"> </w:t>
            </w:r>
            <w:r w:rsidR="008D4094">
              <w:rPr>
                <w:color w:val="000000"/>
              </w:rPr>
              <w:t xml:space="preserve"> </w:t>
            </w:r>
          </w:p>
        </w:tc>
      </w:tr>
      <w:tr w:rsidR="008B183B" w:rsidRPr="00AB5DD6" w14:paraId="06CD0CB5" w14:textId="77777777" w:rsidTr="0078127E">
        <w:trPr>
          <w:trHeight w:val="921"/>
        </w:trPr>
        <w:tc>
          <w:tcPr>
            <w:tcW w:w="5000" w:type="pct"/>
            <w:gridSpan w:val="7"/>
          </w:tcPr>
          <w:p w14:paraId="37710B58" w14:textId="38C37F85" w:rsidR="00697975" w:rsidRPr="00AB5DD6" w:rsidRDefault="005255AA" w:rsidP="00D26176">
            <w:pPr>
              <w:pStyle w:val="Header"/>
              <w:rPr>
                <w:rFonts w:cs="Arial"/>
                <w:color w:val="000000"/>
                <w:lang w:eastAsia="en-US"/>
              </w:rPr>
            </w:pPr>
            <w:r w:rsidRPr="007F16B9">
              <w:rPr>
                <w:rFonts w:cs="Arial"/>
                <w:i/>
                <w:color w:val="A6A6A6"/>
                <w:lang w:eastAsia="en-US"/>
              </w:rPr>
              <w:t>Clearly esta</w:t>
            </w:r>
            <w:r w:rsidR="005A0E69">
              <w:rPr>
                <w:rFonts w:cs="Arial"/>
                <w:i/>
                <w:color w:val="A6A6A6"/>
                <w:lang w:eastAsia="en-US"/>
              </w:rPr>
              <w:t>blish why your project is important and fits into the parameters of the PF2050 objectives.</w:t>
            </w:r>
            <w:r w:rsidR="00D80CD0" w:rsidRPr="007F16B9">
              <w:rPr>
                <w:rFonts w:cs="Arial"/>
                <w:i/>
                <w:color w:val="A6A6A6"/>
                <w:lang w:eastAsia="en-US"/>
              </w:rPr>
              <w:t xml:space="preserve"> </w:t>
            </w:r>
            <w:r w:rsidR="00BC6F00">
              <w:rPr>
                <w:rFonts w:cs="Arial"/>
                <w:i/>
                <w:color w:val="A6A6A6"/>
                <w:lang w:eastAsia="en-US"/>
              </w:rPr>
              <w:t xml:space="preserve">  </w:t>
            </w:r>
            <w:r w:rsidR="0078127E">
              <w:rPr>
                <w:rFonts w:cs="Arial"/>
                <w:i/>
                <w:color w:val="A6A6A6"/>
                <w:lang w:eastAsia="en-US"/>
              </w:rPr>
              <w:t>250-word</w:t>
            </w:r>
            <w:r w:rsidR="005A2F5C">
              <w:rPr>
                <w:rFonts w:cs="Arial"/>
                <w:i/>
                <w:color w:val="A6A6A6"/>
                <w:lang w:eastAsia="en-US"/>
              </w:rPr>
              <w:t xml:space="preserve"> guide </w:t>
            </w:r>
            <w:r w:rsidR="005A0E69">
              <w:rPr>
                <w:rFonts w:cs="Arial"/>
                <w:i/>
                <w:color w:val="A6A6A6"/>
                <w:lang w:eastAsia="en-US"/>
              </w:rPr>
              <w:t>(please</w:t>
            </w:r>
            <w:r w:rsidR="00913914">
              <w:rPr>
                <w:rFonts w:cs="Arial"/>
                <w:i/>
                <w:color w:val="A6A6A6"/>
                <w:lang w:eastAsia="en-US"/>
              </w:rPr>
              <w:t xml:space="preserve"> use criteria information </w:t>
            </w:r>
            <w:r w:rsidR="00821C43">
              <w:rPr>
                <w:rFonts w:cs="Arial"/>
                <w:i/>
                <w:color w:val="A6A6A6"/>
                <w:lang w:eastAsia="en-US"/>
              </w:rPr>
              <w:t>supplied</w:t>
            </w:r>
            <w:r w:rsidR="005A0E69">
              <w:rPr>
                <w:rFonts w:cs="Arial"/>
                <w:i/>
                <w:color w:val="A6A6A6"/>
                <w:lang w:eastAsia="en-US"/>
              </w:rPr>
              <w:t xml:space="preserve"> to guide you in the information we are seeking).   </w:t>
            </w:r>
            <w:r w:rsidR="000E34D8">
              <w:rPr>
                <w:color w:val="000000"/>
              </w:rPr>
              <w:t xml:space="preserve"> </w:t>
            </w:r>
          </w:p>
        </w:tc>
      </w:tr>
      <w:tr w:rsidR="00F670D3" w:rsidRPr="00684579" w14:paraId="100FCCB8" w14:textId="77777777" w:rsidTr="00D26176">
        <w:trPr>
          <w:trHeight w:val="264"/>
        </w:trPr>
        <w:tc>
          <w:tcPr>
            <w:tcW w:w="5000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036D3826" w14:textId="77777777" w:rsidR="00CD50FE" w:rsidRPr="00446C90" w:rsidRDefault="00CD50FE" w:rsidP="004430D2">
            <w:pPr>
              <w:numPr>
                <w:ilvl w:val="0"/>
                <w:numId w:val="18"/>
              </w:num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Briefly outline </w:t>
            </w:r>
            <w:r w:rsidR="00F019D7">
              <w:rPr>
                <w:rFonts w:cs="Arial"/>
                <w:color w:val="000000"/>
              </w:rPr>
              <w:t>your work programme</w:t>
            </w:r>
            <w:r w:rsidR="00D779E2">
              <w:rPr>
                <w:rFonts w:cs="Arial"/>
                <w:color w:val="000000"/>
              </w:rPr>
              <w:t>.</w:t>
            </w:r>
            <w:r w:rsidR="00053605">
              <w:rPr>
                <w:rFonts w:cs="Arial"/>
                <w:color w:val="000000"/>
              </w:rPr>
              <w:t xml:space="preserve">  </w:t>
            </w:r>
          </w:p>
        </w:tc>
      </w:tr>
      <w:tr w:rsidR="00F670D3" w:rsidRPr="00AB5DD6" w14:paraId="6E4F87E1" w14:textId="77777777" w:rsidTr="00CC0B0A">
        <w:trPr>
          <w:trHeight w:val="559"/>
        </w:trPr>
        <w:tc>
          <w:tcPr>
            <w:tcW w:w="5000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2D6A30" w14:textId="620A9646" w:rsidR="00A00326" w:rsidRPr="00CC0B0A" w:rsidRDefault="00D779E2" w:rsidP="004924E2">
            <w:pPr>
              <w:pStyle w:val="Header"/>
              <w:rPr>
                <w:rFonts w:cs="Arial"/>
                <w:i/>
                <w:color w:val="A6A6A6"/>
                <w:lang w:eastAsia="en-US"/>
              </w:rPr>
            </w:pPr>
            <w:r w:rsidRPr="007F16B9">
              <w:rPr>
                <w:rFonts w:cs="Arial"/>
                <w:i/>
                <w:color w:val="A6A6A6"/>
                <w:lang w:eastAsia="en-US"/>
              </w:rPr>
              <w:t>Tell us how you plan to a</w:t>
            </w:r>
            <w:r w:rsidR="004430D2">
              <w:rPr>
                <w:rFonts w:cs="Arial"/>
                <w:i/>
                <w:color w:val="A6A6A6"/>
                <w:lang w:eastAsia="en-US"/>
              </w:rPr>
              <w:t>chieve your aims and objectives, including timeframes</w:t>
            </w:r>
            <w:r w:rsidRPr="007F16B9">
              <w:rPr>
                <w:rFonts w:cs="Arial"/>
                <w:i/>
                <w:color w:val="A6A6A6"/>
                <w:lang w:eastAsia="en-US"/>
              </w:rPr>
              <w:t>?</w:t>
            </w:r>
            <w:r w:rsidR="00BC6F00">
              <w:rPr>
                <w:rFonts w:cs="Arial"/>
                <w:i/>
                <w:color w:val="A6A6A6"/>
                <w:lang w:eastAsia="en-US"/>
              </w:rPr>
              <w:t xml:space="preserve">  </w:t>
            </w:r>
            <w:r w:rsidR="0078127E">
              <w:rPr>
                <w:rFonts w:cs="Arial"/>
                <w:i/>
                <w:color w:val="A6A6A6"/>
                <w:lang w:eastAsia="en-US"/>
              </w:rPr>
              <w:t>250-word</w:t>
            </w:r>
            <w:r w:rsidR="004430D2">
              <w:rPr>
                <w:rFonts w:cs="Arial"/>
                <w:i/>
                <w:color w:val="A6A6A6"/>
                <w:lang w:eastAsia="en-US"/>
              </w:rPr>
              <w:t xml:space="preserve"> guide </w:t>
            </w:r>
            <w:r w:rsidR="00821C43">
              <w:rPr>
                <w:rFonts w:cs="Arial"/>
                <w:i/>
                <w:color w:val="A6A6A6"/>
                <w:lang w:eastAsia="en-US"/>
              </w:rPr>
              <w:t xml:space="preserve">(please use criteria </w:t>
            </w:r>
            <w:r w:rsidR="00BC6F00">
              <w:rPr>
                <w:rFonts w:cs="Arial"/>
                <w:i/>
                <w:color w:val="A6A6A6"/>
                <w:lang w:eastAsia="en-US"/>
              </w:rPr>
              <w:t>information</w:t>
            </w:r>
            <w:r w:rsidR="00821C43">
              <w:rPr>
                <w:rFonts w:cs="Arial"/>
                <w:i/>
                <w:color w:val="A6A6A6"/>
                <w:lang w:eastAsia="en-US"/>
              </w:rPr>
              <w:t xml:space="preserve"> supplied </w:t>
            </w:r>
            <w:r w:rsidR="00BC6F00">
              <w:rPr>
                <w:rFonts w:cs="Arial"/>
                <w:i/>
                <w:color w:val="A6A6A6"/>
                <w:lang w:eastAsia="en-US"/>
              </w:rPr>
              <w:t xml:space="preserve">to guide you in the information we are seeking).   </w:t>
            </w:r>
          </w:p>
        </w:tc>
      </w:tr>
      <w:tr w:rsidR="00006077" w:rsidRPr="00F670D3" w14:paraId="74C31CA4" w14:textId="77777777" w:rsidTr="00D26176">
        <w:trPr>
          <w:trHeight w:val="563"/>
        </w:trPr>
        <w:tc>
          <w:tcPr>
            <w:tcW w:w="5000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7C1CB7C6" w14:textId="0BCB9531" w:rsidR="00006077" w:rsidRPr="00F670D3" w:rsidRDefault="00446C90" w:rsidP="004430D2">
            <w:pPr>
              <w:numPr>
                <w:ilvl w:val="0"/>
                <w:numId w:val="18"/>
              </w:num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What are the p</w:t>
            </w:r>
            <w:r w:rsidR="00006077" w:rsidRPr="00006077">
              <w:rPr>
                <w:rFonts w:cs="Arial"/>
                <w:color w:val="000000"/>
              </w:rPr>
              <w:t>roposed project management and governance structures</w:t>
            </w:r>
            <w:r>
              <w:rPr>
                <w:rFonts w:cs="Arial"/>
                <w:color w:val="000000"/>
              </w:rPr>
              <w:t xml:space="preserve"> for your project?  </w:t>
            </w:r>
            <w:r w:rsidR="003C71D6">
              <w:rPr>
                <w:rFonts w:cs="Arial"/>
                <w:color w:val="000000"/>
              </w:rPr>
              <w:t xml:space="preserve">Please attach a </w:t>
            </w:r>
            <w:r w:rsidR="00CF6E9F">
              <w:rPr>
                <w:rFonts w:cs="Arial"/>
                <w:color w:val="000000"/>
              </w:rPr>
              <w:t xml:space="preserve">brief bio of the key management </w:t>
            </w:r>
            <w:r w:rsidR="00310FDA">
              <w:rPr>
                <w:rFonts w:cs="Arial"/>
                <w:color w:val="000000"/>
              </w:rPr>
              <w:t>personnel</w:t>
            </w:r>
            <w:r w:rsidR="0078127E">
              <w:rPr>
                <w:rFonts w:cs="Arial"/>
                <w:color w:val="000000"/>
              </w:rPr>
              <w:t>.</w:t>
            </w:r>
          </w:p>
        </w:tc>
      </w:tr>
      <w:tr w:rsidR="00006077" w:rsidRPr="00AB5DD6" w14:paraId="24D157D3" w14:textId="77777777" w:rsidTr="00CC0B0A">
        <w:trPr>
          <w:trHeight w:val="689"/>
        </w:trPr>
        <w:tc>
          <w:tcPr>
            <w:tcW w:w="5000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2EA733" w14:textId="5B361490" w:rsidR="00006077" w:rsidRPr="00AB5DD6" w:rsidRDefault="0020188D" w:rsidP="004430D2">
            <w:pPr>
              <w:pStyle w:val="Header"/>
              <w:rPr>
                <w:rFonts w:cs="Arial"/>
                <w:color w:val="000000"/>
                <w:lang w:eastAsia="en-US"/>
              </w:rPr>
            </w:pPr>
            <w:r w:rsidRPr="007F16B9">
              <w:rPr>
                <w:rFonts w:cs="Arial"/>
                <w:i/>
                <w:color w:val="A6A6A6"/>
                <w:lang w:eastAsia="en-US"/>
              </w:rPr>
              <w:t xml:space="preserve">Who is </w:t>
            </w:r>
            <w:r w:rsidR="00DA3E79">
              <w:rPr>
                <w:rFonts w:cs="Arial"/>
                <w:i/>
                <w:color w:val="A6A6A6"/>
                <w:lang w:eastAsia="en-US"/>
              </w:rPr>
              <w:t>managing the project and the key personnel in charge of governance, including governance structure</w:t>
            </w:r>
            <w:r w:rsidRPr="007F16B9">
              <w:rPr>
                <w:rFonts w:cs="Arial"/>
                <w:i/>
                <w:color w:val="A6A6A6"/>
                <w:lang w:eastAsia="en-US"/>
              </w:rPr>
              <w:t>?</w:t>
            </w:r>
            <w:r w:rsidR="00CF6E9F" w:rsidRPr="007F16B9">
              <w:rPr>
                <w:rFonts w:cs="Arial"/>
                <w:i/>
                <w:color w:val="A6A6A6"/>
                <w:lang w:eastAsia="en-US"/>
              </w:rPr>
              <w:t xml:space="preserve"> </w:t>
            </w:r>
            <w:r w:rsidR="00FF7D60">
              <w:rPr>
                <w:rFonts w:cs="Arial"/>
                <w:i/>
                <w:color w:val="A6A6A6"/>
                <w:lang w:eastAsia="en-US"/>
              </w:rPr>
              <w:t>Include brief bio</w:t>
            </w:r>
            <w:r w:rsidR="00A13CE0">
              <w:rPr>
                <w:rFonts w:cs="Arial"/>
                <w:i/>
                <w:color w:val="A6A6A6"/>
                <w:lang w:eastAsia="en-US"/>
              </w:rPr>
              <w:t xml:space="preserve"> of key personnel. </w:t>
            </w:r>
            <w:r w:rsidR="0078127E">
              <w:rPr>
                <w:rFonts w:cs="Arial"/>
                <w:i/>
                <w:color w:val="A6A6A6"/>
                <w:lang w:eastAsia="en-US"/>
              </w:rPr>
              <w:t>150-word</w:t>
            </w:r>
            <w:r w:rsidR="004430D2">
              <w:rPr>
                <w:rFonts w:cs="Arial"/>
                <w:i/>
                <w:color w:val="A6A6A6"/>
                <w:lang w:eastAsia="en-US"/>
              </w:rPr>
              <w:t xml:space="preserve"> guide</w:t>
            </w:r>
            <w:r w:rsidR="00DA3E79">
              <w:rPr>
                <w:rFonts w:cs="Arial"/>
                <w:i/>
                <w:color w:val="A6A6A6"/>
                <w:lang w:eastAsia="en-US"/>
              </w:rPr>
              <w:t xml:space="preserve"> </w:t>
            </w:r>
            <w:r w:rsidR="004E24D3">
              <w:rPr>
                <w:rFonts w:cs="Arial"/>
                <w:i/>
                <w:color w:val="A6A6A6"/>
                <w:lang w:eastAsia="en-US"/>
              </w:rPr>
              <w:t xml:space="preserve">(please use criteria information supplied </w:t>
            </w:r>
            <w:r w:rsidR="00BC6F00">
              <w:rPr>
                <w:rFonts w:cs="Arial"/>
                <w:i/>
                <w:color w:val="A6A6A6"/>
                <w:lang w:eastAsia="en-US"/>
              </w:rPr>
              <w:t xml:space="preserve">to guide you in the </w:t>
            </w:r>
            <w:r w:rsidR="00DA3E79">
              <w:rPr>
                <w:rFonts w:cs="Arial"/>
                <w:i/>
                <w:color w:val="A6A6A6"/>
                <w:lang w:eastAsia="en-US"/>
              </w:rPr>
              <w:t xml:space="preserve">information we are seeking).  </w:t>
            </w:r>
            <w:r w:rsidR="004430D2">
              <w:rPr>
                <w:rFonts w:cs="Arial"/>
                <w:i/>
                <w:color w:val="A6A6A6"/>
                <w:lang w:eastAsia="en-US"/>
              </w:rPr>
              <w:t xml:space="preserve"> </w:t>
            </w:r>
          </w:p>
        </w:tc>
      </w:tr>
      <w:tr w:rsidR="00006077" w:rsidRPr="00F670D3" w14:paraId="6F45C1C2" w14:textId="77777777" w:rsidTr="00D26176">
        <w:trPr>
          <w:trHeight w:val="563"/>
        </w:trPr>
        <w:tc>
          <w:tcPr>
            <w:tcW w:w="5000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0E22FCB7" w14:textId="75C886DA" w:rsidR="00006077" w:rsidRPr="00F670D3" w:rsidRDefault="004430D2" w:rsidP="00CC0B0A">
            <w:pPr>
              <w:rPr>
                <w:rFonts w:cs="Arial"/>
                <w:color w:val="000000"/>
              </w:rPr>
            </w:pPr>
            <w:r>
              <w:t xml:space="preserve">Please </w:t>
            </w:r>
            <w:r w:rsidR="00CB6ED5">
              <w:t>e-mail</w:t>
            </w:r>
            <w:r w:rsidR="006B5D14">
              <w:t xml:space="preserve"> your application to </w:t>
            </w:r>
            <w:r w:rsidR="006B5D14" w:rsidRPr="00245F74">
              <w:rPr>
                <w:color w:val="4472C4" w:themeColor="accent1"/>
                <w:u w:val="single"/>
              </w:rPr>
              <w:t>submissi</w:t>
            </w:r>
            <w:r w:rsidR="00C32B2B" w:rsidRPr="00245F74">
              <w:rPr>
                <w:color w:val="4472C4" w:themeColor="accent1"/>
                <w:u w:val="single"/>
              </w:rPr>
              <w:t>ons@pf2050.co.nz</w:t>
            </w:r>
            <w:r w:rsidR="00CC0B0A" w:rsidRPr="00245F74">
              <w:rPr>
                <w:color w:val="4472C4" w:themeColor="accent1"/>
              </w:rPr>
              <w:t xml:space="preserve"> </w:t>
            </w:r>
            <w:r w:rsidR="00CB6ED5">
              <w:t xml:space="preserve">and post </w:t>
            </w:r>
            <w:r w:rsidR="00CB6ED5" w:rsidRPr="00245F74">
              <w:rPr>
                <w:b/>
                <w:u w:val="single"/>
              </w:rPr>
              <w:t>one paper copy</w:t>
            </w:r>
            <w:r w:rsidR="00CB6ED5">
              <w:t xml:space="preserve"> to P</w:t>
            </w:r>
            <w:r w:rsidR="006264B5">
              <w:t xml:space="preserve">redator </w:t>
            </w:r>
            <w:r w:rsidR="00CB6ED5">
              <w:t>F</w:t>
            </w:r>
            <w:r w:rsidR="006264B5">
              <w:t xml:space="preserve">ree </w:t>
            </w:r>
            <w:r w:rsidR="00CB6ED5">
              <w:t>2050</w:t>
            </w:r>
            <w:r w:rsidR="006264B5">
              <w:t xml:space="preserve"> </w:t>
            </w:r>
            <w:r w:rsidR="00CB6ED5">
              <w:t xml:space="preserve">Ltd PO Box 90048, Victoria Street West, Auckland 1142, New Zealand. </w:t>
            </w:r>
          </w:p>
        </w:tc>
      </w:tr>
    </w:tbl>
    <w:p w14:paraId="6227220A" w14:textId="77777777" w:rsidR="0085662A" w:rsidRPr="00AB5DD6" w:rsidRDefault="0085662A" w:rsidP="00F670D3">
      <w:pPr>
        <w:rPr>
          <w:color w:val="808080"/>
        </w:rPr>
      </w:pPr>
    </w:p>
    <w:sectPr w:rsidR="0085662A" w:rsidRPr="00AB5DD6" w:rsidSect="00FA0F40">
      <w:headerReference w:type="default" r:id="rId9"/>
      <w:headerReference w:type="first" r:id="rId10"/>
      <w:pgSz w:w="11906" w:h="16838" w:code="9"/>
      <w:pgMar w:top="1022" w:right="1418" w:bottom="709" w:left="1134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C14A8" w14:textId="77777777" w:rsidR="003C7B9E" w:rsidRDefault="003C7B9E">
      <w:r>
        <w:separator/>
      </w:r>
    </w:p>
  </w:endnote>
  <w:endnote w:type="continuationSeparator" w:id="0">
    <w:p w14:paraId="44BE1A8C" w14:textId="77777777" w:rsidR="003C7B9E" w:rsidRDefault="003C7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C50CF" w14:textId="77777777" w:rsidR="003C7B9E" w:rsidRDefault="003C7B9E">
      <w:r>
        <w:separator/>
      </w:r>
    </w:p>
  </w:footnote>
  <w:footnote w:type="continuationSeparator" w:id="0">
    <w:p w14:paraId="1BB3E2E7" w14:textId="77777777" w:rsidR="003C7B9E" w:rsidRDefault="003C7B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D7A56" w14:textId="7262E635" w:rsidR="003C71D6" w:rsidRPr="00543AB9" w:rsidRDefault="005A5EA2" w:rsidP="005A5EA2">
    <w:pPr>
      <w:pStyle w:val="Title"/>
      <w:tabs>
        <w:tab w:val="left" w:pos="357"/>
        <w:tab w:val="right" w:pos="9354"/>
      </w:tabs>
      <w:spacing w:after="0"/>
      <w:rPr>
        <w:b/>
        <w:color w:val="008000"/>
      </w:rPr>
    </w:pPr>
    <w:r>
      <w:rPr>
        <w:b/>
        <w:color w:val="FF0000"/>
      </w:rPr>
      <w:tab/>
    </w:r>
    <w:r>
      <w:rPr>
        <w:b/>
        <w:color w:val="FF0000"/>
      </w:rPr>
      <w:tab/>
    </w:r>
    <w:r>
      <w:rPr>
        <w:b/>
        <w:color w:val="FF0000"/>
      </w:rPr>
      <w:tab/>
    </w:r>
    <w:r>
      <w:rPr>
        <w:b/>
        <w:color w:val="FF0000"/>
      </w:rPr>
      <w:tab/>
    </w:r>
    <w:r>
      <w:rPr>
        <w:b/>
        <w:color w:val="FF0000"/>
      </w:rPr>
      <w:tab/>
    </w:r>
    <w:r>
      <w:rPr>
        <w:b/>
        <w:color w:val="008000"/>
      </w:rPr>
      <w:tab/>
    </w:r>
    <w:r w:rsidR="003C71D6" w:rsidRPr="00BF3DA1">
      <w:rPr>
        <w:b/>
        <w:color w:val="008000"/>
      </w:rPr>
      <w:tab/>
    </w:r>
    <w:r w:rsidR="003C71D6">
      <w:rPr>
        <w:b/>
        <w:color w:val="008000"/>
      </w:rPr>
      <w:t xml:space="preserve">      </w:t>
    </w:r>
  </w:p>
  <w:p w14:paraId="6ACB1BF7" w14:textId="77777777" w:rsidR="003C71D6" w:rsidRDefault="003C71D6" w:rsidP="00DB4AB1">
    <w:pPr>
      <w:pStyle w:val="Header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45A99" w14:textId="0E75DB68" w:rsidR="002E35D7" w:rsidRDefault="00F20147" w:rsidP="002E35D7">
    <w:pPr>
      <w:pStyle w:val="Title"/>
      <w:spacing w:after="0"/>
      <w:jc w:val="right"/>
      <w:rPr>
        <w:b/>
        <w:color w:val="FF0000"/>
        <w:sz w:val="28"/>
      </w:rPr>
    </w:pPr>
    <w:r>
      <w:rPr>
        <w:b/>
        <w:noProof/>
        <w:color w:val="FF0000"/>
        <w:sz w:val="28"/>
        <w:lang w:val="en-US"/>
      </w:rPr>
      <w:drawing>
        <wp:inline distT="0" distB="0" distL="0" distR="0" wp14:anchorId="5A6ED4BC" wp14:editId="3C17A7FF">
          <wp:extent cx="4134433" cy="61087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f2050-branding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8669" cy="611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4DEA7E" w14:textId="77777777" w:rsidR="00F20147" w:rsidRDefault="00F20147" w:rsidP="00543AB9">
    <w:pPr>
      <w:pStyle w:val="Title"/>
      <w:spacing w:after="0"/>
      <w:rPr>
        <w:b/>
        <w:color w:val="008000"/>
        <w:sz w:val="28"/>
      </w:rPr>
    </w:pPr>
  </w:p>
  <w:p w14:paraId="2D1499B7" w14:textId="77777777" w:rsidR="003C71D6" w:rsidRDefault="003C71D6" w:rsidP="00543AB9">
    <w:pPr>
      <w:pStyle w:val="Title"/>
      <w:spacing w:after="0"/>
      <w:rPr>
        <w:b/>
        <w:color w:val="008000"/>
      </w:rPr>
    </w:pPr>
    <w:r w:rsidRPr="00BF3DA1">
      <w:rPr>
        <w:b/>
        <w:color w:val="008000"/>
        <w:sz w:val="28"/>
      </w:rPr>
      <w:t xml:space="preserve">expression of interest      </w:t>
    </w:r>
    <w:r w:rsidRPr="00BF3DA1">
      <w:rPr>
        <w:b/>
        <w:color w:val="008000"/>
      </w:rPr>
      <w:tab/>
    </w:r>
    <w:r>
      <w:rPr>
        <w:b/>
        <w:color w:val="008000"/>
      </w:rPr>
      <w:t xml:space="preserve">      </w:t>
    </w:r>
  </w:p>
  <w:p w14:paraId="0A59DE2C" w14:textId="6229D8F6" w:rsidR="00500B7A" w:rsidRPr="00785A45" w:rsidRDefault="003C71D6" w:rsidP="00500B7A">
    <w:pPr>
      <w:pStyle w:val="Heading3"/>
      <w:jc w:val="both"/>
      <w:rPr>
        <w:b/>
        <w:color w:val="auto"/>
      </w:rPr>
    </w:pPr>
    <w:r w:rsidRPr="00AB5DD6">
      <w:rPr>
        <w:color w:val="000000"/>
      </w:rPr>
      <w:t xml:space="preserve">Thank you for your interest in </w:t>
    </w:r>
    <w:r w:rsidR="00F45515">
      <w:rPr>
        <w:color w:val="000000"/>
      </w:rPr>
      <w:t>Predator Free 2050</w:t>
    </w:r>
    <w:r w:rsidR="00F20147">
      <w:rPr>
        <w:color w:val="000000"/>
      </w:rPr>
      <w:t xml:space="preserve"> Ltd</w:t>
    </w:r>
    <w:r w:rsidRPr="00AB5DD6">
      <w:rPr>
        <w:color w:val="000000"/>
      </w:rPr>
      <w:t xml:space="preserve">. </w:t>
    </w:r>
    <w:r>
      <w:rPr>
        <w:color w:val="000000"/>
      </w:rPr>
      <w:t xml:space="preserve">Please complete </w:t>
    </w:r>
    <w:r w:rsidR="00CC0B0A">
      <w:rPr>
        <w:color w:val="000000"/>
      </w:rPr>
      <w:t xml:space="preserve">this </w:t>
    </w:r>
    <w:r>
      <w:rPr>
        <w:color w:val="000000"/>
      </w:rPr>
      <w:t>Expression of Interest (</w:t>
    </w:r>
    <w:proofErr w:type="spellStart"/>
    <w:r>
      <w:rPr>
        <w:color w:val="000000"/>
      </w:rPr>
      <w:t>E</w:t>
    </w:r>
    <w:r w:rsidR="0078127E">
      <w:rPr>
        <w:color w:val="000000"/>
      </w:rPr>
      <w:t>o</w:t>
    </w:r>
    <w:r>
      <w:rPr>
        <w:color w:val="000000"/>
      </w:rPr>
      <w:t>I</w:t>
    </w:r>
    <w:proofErr w:type="spellEnd"/>
    <w:r>
      <w:rPr>
        <w:color w:val="000000"/>
      </w:rPr>
      <w:t>)</w:t>
    </w:r>
    <w:r w:rsidR="00CC0B0A">
      <w:rPr>
        <w:color w:val="000000"/>
      </w:rPr>
      <w:t xml:space="preserve"> form</w:t>
    </w:r>
    <w:r w:rsidR="001F114E">
      <w:rPr>
        <w:color w:val="000000"/>
      </w:rPr>
      <w:t xml:space="preserve"> </w:t>
    </w:r>
    <w:r w:rsidR="00F45515">
      <w:rPr>
        <w:color w:val="000000"/>
      </w:rPr>
      <w:t xml:space="preserve">along with the </w:t>
    </w:r>
    <w:r w:rsidR="00CC0B0A">
      <w:rPr>
        <w:color w:val="000000"/>
      </w:rPr>
      <w:t>supporting documentation</w:t>
    </w:r>
    <w:r w:rsidR="00F45515">
      <w:rPr>
        <w:color w:val="000000"/>
      </w:rPr>
      <w:t xml:space="preserve"> outlined in the </w:t>
    </w:r>
    <w:proofErr w:type="spellStart"/>
    <w:r w:rsidR="00F45515">
      <w:rPr>
        <w:color w:val="000000"/>
      </w:rPr>
      <w:t>E</w:t>
    </w:r>
    <w:r w:rsidR="0078127E">
      <w:rPr>
        <w:color w:val="000000"/>
      </w:rPr>
      <w:t>o</w:t>
    </w:r>
    <w:r w:rsidR="00F45515">
      <w:rPr>
        <w:color w:val="000000"/>
      </w:rPr>
      <w:t>I</w:t>
    </w:r>
    <w:proofErr w:type="spellEnd"/>
    <w:r w:rsidR="00F45515">
      <w:rPr>
        <w:color w:val="000000"/>
      </w:rPr>
      <w:t xml:space="preserve"> information summa</w:t>
    </w:r>
    <w:r w:rsidR="00EC2B1F">
      <w:rPr>
        <w:color w:val="000000"/>
      </w:rPr>
      <w:t>ry. S</w:t>
    </w:r>
    <w:r w:rsidR="001F114E">
      <w:rPr>
        <w:color w:val="000000"/>
      </w:rPr>
      <w:t xml:space="preserve">end </w:t>
    </w:r>
    <w:r w:rsidR="006264B5">
      <w:rPr>
        <w:color w:val="000000"/>
      </w:rPr>
      <w:t>d</w:t>
    </w:r>
    <w:r w:rsidR="00EC2B1F">
      <w:rPr>
        <w:color w:val="000000"/>
      </w:rPr>
      <w:t>ocuments to</w:t>
    </w:r>
    <w:r w:rsidR="001F114E">
      <w:rPr>
        <w:color w:val="000000"/>
      </w:rPr>
      <w:t xml:space="preserve"> the address</w:t>
    </w:r>
    <w:r w:rsidR="00EC2B1F">
      <w:rPr>
        <w:color w:val="000000"/>
      </w:rPr>
      <w:t xml:space="preserve"> outlined at the </w:t>
    </w:r>
    <w:r w:rsidR="006264B5">
      <w:rPr>
        <w:color w:val="000000"/>
      </w:rPr>
      <w:t>end</w:t>
    </w:r>
    <w:r w:rsidR="0078127E">
      <w:rPr>
        <w:color w:val="000000"/>
      </w:rPr>
      <w:t xml:space="preserve"> </w:t>
    </w:r>
    <w:r w:rsidR="00EC2B1F">
      <w:rPr>
        <w:color w:val="000000"/>
      </w:rPr>
      <w:t>of this form</w:t>
    </w:r>
    <w:r w:rsidR="00E91CFF">
      <w:rPr>
        <w:color w:val="000000"/>
      </w:rPr>
      <w:t xml:space="preserve">. </w:t>
    </w:r>
    <w:r w:rsidRPr="00AB5DD6">
      <w:rPr>
        <w:color w:val="000000"/>
      </w:rPr>
      <w:t>If you have any questions</w:t>
    </w:r>
    <w:r>
      <w:rPr>
        <w:color w:val="000000"/>
      </w:rPr>
      <w:t xml:space="preserve">, </w:t>
    </w:r>
    <w:r w:rsidRPr="00AB5DD6">
      <w:rPr>
        <w:color w:val="000000"/>
      </w:rPr>
      <w:t xml:space="preserve">please </w:t>
    </w:r>
    <w:r w:rsidR="001F114E">
      <w:rPr>
        <w:color w:val="000000"/>
      </w:rPr>
      <w:t xml:space="preserve">e-mail us via </w:t>
    </w:r>
    <w:hyperlink r:id="rId2" w:history="1">
      <w:r w:rsidR="006264B5" w:rsidRPr="00896307">
        <w:rPr>
          <w:rStyle w:val="Hyperlink"/>
        </w:rPr>
        <w:t>submissions@pf2050.co.nz</w:t>
      </w:r>
    </w:hyperlink>
    <w:r w:rsidR="002565D2">
      <w:rPr>
        <w:rStyle w:val="Hyperlink"/>
      </w:rPr>
      <w:t xml:space="preserve">. </w:t>
    </w:r>
    <w:r w:rsidR="00D26176" w:rsidRPr="00D26176">
      <w:rPr>
        <w:b/>
        <w:color w:val="000000"/>
      </w:rPr>
      <w:t xml:space="preserve">Any instructions in italics on this </w:t>
    </w:r>
    <w:proofErr w:type="spellStart"/>
    <w:r w:rsidR="00D26176" w:rsidRPr="00D26176">
      <w:rPr>
        <w:b/>
        <w:color w:val="000000"/>
      </w:rPr>
      <w:t>E</w:t>
    </w:r>
    <w:r w:rsidR="0078127E">
      <w:rPr>
        <w:b/>
        <w:color w:val="000000"/>
      </w:rPr>
      <w:t>o</w:t>
    </w:r>
    <w:r w:rsidR="00D26176" w:rsidRPr="00D26176">
      <w:rPr>
        <w:b/>
        <w:color w:val="000000"/>
      </w:rPr>
      <w:t>I</w:t>
    </w:r>
    <w:proofErr w:type="spellEnd"/>
    <w:r w:rsidR="00D26176" w:rsidRPr="00D26176">
      <w:rPr>
        <w:b/>
        <w:color w:val="000000"/>
      </w:rPr>
      <w:t xml:space="preserve"> may be removed. </w:t>
    </w:r>
    <w:r w:rsidR="00785A45">
      <w:rPr>
        <w:b/>
        <w:color w:val="000000"/>
      </w:rPr>
      <w:t>Please</w:t>
    </w:r>
    <w:r w:rsidR="00785A45" w:rsidRPr="006264B5">
      <w:rPr>
        <w:b/>
        <w:color w:val="000000"/>
      </w:rPr>
      <w:t xml:space="preserve"> </w:t>
    </w:r>
    <w:r w:rsidR="006264B5">
      <w:rPr>
        <w:b/>
        <w:color w:val="auto"/>
      </w:rPr>
      <w:t>n</w:t>
    </w:r>
    <w:r w:rsidR="002E112E" w:rsidRPr="0078127E">
      <w:rPr>
        <w:b/>
        <w:color w:val="auto"/>
      </w:rPr>
      <w:t>ote</w:t>
    </w:r>
    <w:r w:rsidR="002E112E">
      <w:rPr>
        <w:b/>
        <w:i/>
        <w:color w:val="auto"/>
      </w:rPr>
      <w:t xml:space="preserve"> </w:t>
    </w:r>
    <w:proofErr w:type="spellStart"/>
    <w:r w:rsidR="002E112E" w:rsidRPr="00785A45">
      <w:rPr>
        <w:b/>
        <w:color w:val="auto"/>
      </w:rPr>
      <w:t>E</w:t>
    </w:r>
    <w:r w:rsidR="0078127E">
      <w:rPr>
        <w:b/>
        <w:color w:val="auto"/>
      </w:rPr>
      <w:t>o</w:t>
    </w:r>
    <w:r w:rsidR="002E112E" w:rsidRPr="00785A45">
      <w:rPr>
        <w:b/>
        <w:color w:val="auto"/>
      </w:rPr>
      <w:t>I</w:t>
    </w:r>
    <w:proofErr w:type="spellEnd"/>
    <w:r w:rsidR="002E112E" w:rsidRPr="00785A45">
      <w:rPr>
        <w:b/>
        <w:color w:val="auto"/>
      </w:rPr>
      <w:t xml:space="preserve"> applications will </w:t>
    </w:r>
    <w:r w:rsidR="00651766" w:rsidRPr="00785A45">
      <w:rPr>
        <w:b/>
        <w:color w:val="auto"/>
      </w:rPr>
      <w:t>be accepted from 12</w:t>
    </w:r>
    <w:r w:rsidR="00651766" w:rsidRPr="00785A45">
      <w:rPr>
        <w:b/>
        <w:color w:val="auto"/>
        <w:vertAlign w:val="superscript"/>
      </w:rPr>
      <w:t>th</w:t>
    </w:r>
    <w:r w:rsidR="00651766" w:rsidRPr="00785A45">
      <w:rPr>
        <w:b/>
        <w:color w:val="auto"/>
      </w:rPr>
      <w:t xml:space="preserve"> September to </w:t>
    </w:r>
    <w:r w:rsidR="00B6377D" w:rsidRPr="00785A45">
      <w:rPr>
        <w:b/>
        <w:color w:val="auto"/>
      </w:rPr>
      <w:t>13</w:t>
    </w:r>
    <w:r w:rsidR="00651766" w:rsidRPr="00785A45">
      <w:rPr>
        <w:b/>
        <w:color w:val="auto"/>
        <w:vertAlign w:val="superscript"/>
      </w:rPr>
      <w:t xml:space="preserve">th </w:t>
    </w:r>
    <w:r w:rsidR="001617E2" w:rsidRPr="00785A45">
      <w:rPr>
        <w:b/>
        <w:color w:val="auto"/>
      </w:rPr>
      <w:t>October</w:t>
    </w:r>
    <w:r w:rsidR="00F45515" w:rsidRPr="00785A45">
      <w:rPr>
        <w:b/>
        <w:color w:val="auto"/>
      </w:rPr>
      <w:t xml:space="preserve"> 2017</w:t>
    </w:r>
    <w:r w:rsidR="00500B7A" w:rsidRPr="00785A45">
      <w:rPr>
        <w:b/>
        <w:color w:val="auto"/>
      </w:rPr>
      <w:t xml:space="preserve">. </w:t>
    </w:r>
  </w:p>
  <w:p w14:paraId="34ACE58C" w14:textId="77777777" w:rsidR="003C71D6" w:rsidRPr="006B6072" w:rsidRDefault="003C71D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DD45B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D6AB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36466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364E7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0CAE5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714E6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E1AAB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1D013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0EE70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4347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CED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C297618"/>
    <w:multiLevelType w:val="hybridMultilevel"/>
    <w:tmpl w:val="4E7A17BE"/>
    <w:lvl w:ilvl="0" w:tplc="0FDA9D72">
      <w:start w:val="1"/>
      <w:numFmt w:val="lowerLetter"/>
      <w:lvlText w:val="(%1)"/>
      <w:lvlJc w:val="left"/>
      <w:pPr>
        <w:tabs>
          <w:tab w:val="num" w:pos="737"/>
        </w:tabs>
        <w:ind w:left="737" w:hanging="737"/>
      </w:pPr>
      <w:rPr>
        <w:rFonts w:ascii="Arial" w:hAnsi="Arial" w:cs="Times New Roman" w:hint="default"/>
        <w:b/>
        <w:sz w:val="20"/>
      </w:rPr>
    </w:lvl>
    <w:lvl w:ilvl="1" w:tplc="0C090005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9615D5"/>
    <w:multiLevelType w:val="hybridMultilevel"/>
    <w:tmpl w:val="F37EF3D2"/>
    <w:lvl w:ilvl="0" w:tplc="5E045B04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1C203C"/>
    <w:multiLevelType w:val="hybridMultilevel"/>
    <w:tmpl w:val="88DABC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5A436A"/>
    <w:multiLevelType w:val="hybridMultilevel"/>
    <w:tmpl w:val="4AFCF5CC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B9157E"/>
    <w:multiLevelType w:val="hybridMultilevel"/>
    <w:tmpl w:val="9D24D7B0"/>
    <w:lvl w:ilvl="0" w:tplc="7278E130">
      <w:start w:val="3"/>
      <w:numFmt w:val="bullet"/>
      <w:lvlText w:val="-"/>
      <w:lvlJc w:val="left"/>
      <w:pPr>
        <w:ind w:left="465" w:hanging="360"/>
      </w:pPr>
      <w:rPr>
        <w:rFonts w:ascii="Calibri" w:eastAsia="Arial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6">
    <w:nsid w:val="58B42F4D"/>
    <w:multiLevelType w:val="hybridMultilevel"/>
    <w:tmpl w:val="918E5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9B464F"/>
    <w:multiLevelType w:val="hybridMultilevel"/>
    <w:tmpl w:val="F1FCD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E4180E"/>
    <w:multiLevelType w:val="multilevel"/>
    <w:tmpl w:val="ED22E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7"/>
  </w:num>
  <w:num w:numId="12">
    <w:abstractNumId w:val="16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  <w:num w:numId="19">
    <w:abstractNumId w:val="1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9B"/>
    <w:rsid w:val="00006077"/>
    <w:rsid w:val="0000729D"/>
    <w:rsid w:val="00007324"/>
    <w:rsid w:val="00013D41"/>
    <w:rsid w:val="000465AD"/>
    <w:rsid w:val="0004762B"/>
    <w:rsid w:val="00053605"/>
    <w:rsid w:val="0005596E"/>
    <w:rsid w:val="0005743E"/>
    <w:rsid w:val="00057BE7"/>
    <w:rsid w:val="00074045"/>
    <w:rsid w:val="00077F0F"/>
    <w:rsid w:val="00090328"/>
    <w:rsid w:val="000B5208"/>
    <w:rsid w:val="000B5890"/>
    <w:rsid w:val="000D62DD"/>
    <w:rsid w:val="000E34D8"/>
    <w:rsid w:val="000F6133"/>
    <w:rsid w:val="000F6DD6"/>
    <w:rsid w:val="001275B4"/>
    <w:rsid w:val="001331FB"/>
    <w:rsid w:val="00133EE5"/>
    <w:rsid w:val="0015233D"/>
    <w:rsid w:val="001617E2"/>
    <w:rsid w:val="00172F5E"/>
    <w:rsid w:val="001751F9"/>
    <w:rsid w:val="00177038"/>
    <w:rsid w:val="00182485"/>
    <w:rsid w:val="00183B5B"/>
    <w:rsid w:val="001956B1"/>
    <w:rsid w:val="001A17DF"/>
    <w:rsid w:val="001A185E"/>
    <w:rsid w:val="001A439B"/>
    <w:rsid w:val="001A4AFB"/>
    <w:rsid w:val="001B1698"/>
    <w:rsid w:val="001C7E81"/>
    <w:rsid w:val="001D6F89"/>
    <w:rsid w:val="001E2076"/>
    <w:rsid w:val="001F114E"/>
    <w:rsid w:val="0020188D"/>
    <w:rsid w:val="002058D9"/>
    <w:rsid w:val="00211155"/>
    <w:rsid w:val="00245F74"/>
    <w:rsid w:val="00247A79"/>
    <w:rsid w:val="002565D2"/>
    <w:rsid w:val="002717ED"/>
    <w:rsid w:val="00290BFE"/>
    <w:rsid w:val="0029105C"/>
    <w:rsid w:val="00293452"/>
    <w:rsid w:val="002A2570"/>
    <w:rsid w:val="002A5720"/>
    <w:rsid w:val="002D09B5"/>
    <w:rsid w:val="002E112E"/>
    <w:rsid w:val="002E1A63"/>
    <w:rsid w:val="002E35D7"/>
    <w:rsid w:val="00310FDA"/>
    <w:rsid w:val="00315F31"/>
    <w:rsid w:val="00317CEE"/>
    <w:rsid w:val="00321331"/>
    <w:rsid w:val="00341FDB"/>
    <w:rsid w:val="0034318E"/>
    <w:rsid w:val="00343893"/>
    <w:rsid w:val="00343AC0"/>
    <w:rsid w:val="00350F58"/>
    <w:rsid w:val="00360138"/>
    <w:rsid w:val="00360CAD"/>
    <w:rsid w:val="00371C7A"/>
    <w:rsid w:val="00375C0E"/>
    <w:rsid w:val="00384E83"/>
    <w:rsid w:val="003966AD"/>
    <w:rsid w:val="003A476B"/>
    <w:rsid w:val="003A7C21"/>
    <w:rsid w:val="003C4D07"/>
    <w:rsid w:val="003C71D6"/>
    <w:rsid w:val="003C7B9E"/>
    <w:rsid w:val="004001C6"/>
    <w:rsid w:val="0040457E"/>
    <w:rsid w:val="00421EB6"/>
    <w:rsid w:val="004269C2"/>
    <w:rsid w:val="004430D2"/>
    <w:rsid w:val="00444716"/>
    <w:rsid w:val="00446C90"/>
    <w:rsid w:val="0045416A"/>
    <w:rsid w:val="00477371"/>
    <w:rsid w:val="00490237"/>
    <w:rsid w:val="004924E2"/>
    <w:rsid w:val="004A0A48"/>
    <w:rsid w:val="004A322E"/>
    <w:rsid w:val="004A3C1F"/>
    <w:rsid w:val="004B7E09"/>
    <w:rsid w:val="004C1DF5"/>
    <w:rsid w:val="004D241E"/>
    <w:rsid w:val="004E24D3"/>
    <w:rsid w:val="004F0DC1"/>
    <w:rsid w:val="00500B7A"/>
    <w:rsid w:val="0051375E"/>
    <w:rsid w:val="00517CE0"/>
    <w:rsid w:val="005231CC"/>
    <w:rsid w:val="005255AA"/>
    <w:rsid w:val="00531A73"/>
    <w:rsid w:val="005405B2"/>
    <w:rsid w:val="00543AB9"/>
    <w:rsid w:val="00544879"/>
    <w:rsid w:val="00560CE4"/>
    <w:rsid w:val="00566487"/>
    <w:rsid w:val="00572714"/>
    <w:rsid w:val="00577590"/>
    <w:rsid w:val="00590438"/>
    <w:rsid w:val="005A0E69"/>
    <w:rsid w:val="005A2F5C"/>
    <w:rsid w:val="005A4F7B"/>
    <w:rsid w:val="005A5EA2"/>
    <w:rsid w:val="005A6F9B"/>
    <w:rsid w:val="005B188D"/>
    <w:rsid w:val="005C38F4"/>
    <w:rsid w:val="005C4FDF"/>
    <w:rsid w:val="005F1F27"/>
    <w:rsid w:val="005F1FFF"/>
    <w:rsid w:val="005F4C05"/>
    <w:rsid w:val="005F651B"/>
    <w:rsid w:val="006052BC"/>
    <w:rsid w:val="00617479"/>
    <w:rsid w:val="00622D2B"/>
    <w:rsid w:val="006264B5"/>
    <w:rsid w:val="00651766"/>
    <w:rsid w:val="00654F32"/>
    <w:rsid w:val="00684579"/>
    <w:rsid w:val="00686B2F"/>
    <w:rsid w:val="00697975"/>
    <w:rsid w:val="00697D79"/>
    <w:rsid w:val="006A2FFD"/>
    <w:rsid w:val="006B5D14"/>
    <w:rsid w:val="006B6072"/>
    <w:rsid w:val="006C0365"/>
    <w:rsid w:val="006C407A"/>
    <w:rsid w:val="006D5E99"/>
    <w:rsid w:val="00712A4F"/>
    <w:rsid w:val="007200E6"/>
    <w:rsid w:val="00723B51"/>
    <w:rsid w:val="00726EFD"/>
    <w:rsid w:val="00761697"/>
    <w:rsid w:val="00762DED"/>
    <w:rsid w:val="00770CAA"/>
    <w:rsid w:val="00780D5B"/>
    <w:rsid w:val="00781072"/>
    <w:rsid w:val="0078127E"/>
    <w:rsid w:val="00785A45"/>
    <w:rsid w:val="007A4219"/>
    <w:rsid w:val="007B06BB"/>
    <w:rsid w:val="007B5926"/>
    <w:rsid w:val="007C2DFC"/>
    <w:rsid w:val="007C36C9"/>
    <w:rsid w:val="007F16B9"/>
    <w:rsid w:val="00814265"/>
    <w:rsid w:val="008165EA"/>
    <w:rsid w:val="00821C43"/>
    <w:rsid w:val="0085662A"/>
    <w:rsid w:val="00872A95"/>
    <w:rsid w:val="00876115"/>
    <w:rsid w:val="0087631E"/>
    <w:rsid w:val="00890D87"/>
    <w:rsid w:val="008B183B"/>
    <w:rsid w:val="008D4094"/>
    <w:rsid w:val="008D66AA"/>
    <w:rsid w:val="008E067A"/>
    <w:rsid w:val="008E0A5D"/>
    <w:rsid w:val="008F5B96"/>
    <w:rsid w:val="009116CA"/>
    <w:rsid w:val="00913914"/>
    <w:rsid w:val="00951762"/>
    <w:rsid w:val="00961B17"/>
    <w:rsid w:val="0097514D"/>
    <w:rsid w:val="00987607"/>
    <w:rsid w:val="009B4D1A"/>
    <w:rsid w:val="009C3D76"/>
    <w:rsid w:val="009D4072"/>
    <w:rsid w:val="00A00326"/>
    <w:rsid w:val="00A020ED"/>
    <w:rsid w:val="00A13CE0"/>
    <w:rsid w:val="00A2033E"/>
    <w:rsid w:val="00A214B1"/>
    <w:rsid w:val="00A366B7"/>
    <w:rsid w:val="00A36F39"/>
    <w:rsid w:val="00A5287A"/>
    <w:rsid w:val="00A91BBC"/>
    <w:rsid w:val="00A9671D"/>
    <w:rsid w:val="00AB3920"/>
    <w:rsid w:val="00AB5DD6"/>
    <w:rsid w:val="00AC50A6"/>
    <w:rsid w:val="00AD7703"/>
    <w:rsid w:val="00AE57C7"/>
    <w:rsid w:val="00AE5BC9"/>
    <w:rsid w:val="00AF7CFF"/>
    <w:rsid w:val="00B070BA"/>
    <w:rsid w:val="00B11484"/>
    <w:rsid w:val="00B12920"/>
    <w:rsid w:val="00B141E0"/>
    <w:rsid w:val="00B15BB8"/>
    <w:rsid w:val="00B25A19"/>
    <w:rsid w:val="00B3354F"/>
    <w:rsid w:val="00B346AA"/>
    <w:rsid w:val="00B36E7F"/>
    <w:rsid w:val="00B57FB1"/>
    <w:rsid w:val="00B6377D"/>
    <w:rsid w:val="00B70FF1"/>
    <w:rsid w:val="00B722DC"/>
    <w:rsid w:val="00BB3E71"/>
    <w:rsid w:val="00BC101D"/>
    <w:rsid w:val="00BC6DDF"/>
    <w:rsid w:val="00BC6F00"/>
    <w:rsid w:val="00BD2A30"/>
    <w:rsid w:val="00BE2628"/>
    <w:rsid w:val="00BF3DA1"/>
    <w:rsid w:val="00C04162"/>
    <w:rsid w:val="00C0760A"/>
    <w:rsid w:val="00C15F2A"/>
    <w:rsid w:val="00C32B2B"/>
    <w:rsid w:val="00C60B65"/>
    <w:rsid w:val="00C61817"/>
    <w:rsid w:val="00C704FD"/>
    <w:rsid w:val="00C84DC5"/>
    <w:rsid w:val="00C851AC"/>
    <w:rsid w:val="00CA6688"/>
    <w:rsid w:val="00CB29C1"/>
    <w:rsid w:val="00CB6ED5"/>
    <w:rsid w:val="00CC0B0A"/>
    <w:rsid w:val="00CD50FE"/>
    <w:rsid w:val="00CE7FF9"/>
    <w:rsid w:val="00CF69F5"/>
    <w:rsid w:val="00CF6E9F"/>
    <w:rsid w:val="00D0122E"/>
    <w:rsid w:val="00D06E3D"/>
    <w:rsid w:val="00D26176"/>
    <w:rsid w:val="00D27B3E"/>
    <w:rsid w:val="00D35424"/>
    <w:rsid w:val="00D35FF1"/>
    <w:rsid w:val="00D36D38"/>
    <w:rsid w:val="00D45119"/>
    <w:rsid w:val="00D479E4"/>
    <w:rsid w:val="00D5213B"/>
    <w:rsid w:val="00D62335"/>
    <w:rsid w:val="00D7345D"/>
    <w:rsid w:val="00D779E2"/>
    <w:rsid w:val="00D80CD0"/>
    <w:rsid w:val="00D95E3A"/>
    <w:rsid w:val="00DA0D8C"/>
    <w:rsid w:val="00DA3E79"/>
    <w:rsid w:val="00DA52CD"/>
    <w:rsid w:val="00DB4AB1"/>
    <w:rsid w:val="00DD24E4"/>
    <w:rsid w:val="00DF153E"/>
    <w:rsid w:val="00DF6580"/>
    <w:rsid w:val="00E02482"/>
    <w:rsid w:val="00E02BD8"/>
    <w:rsid w:val="00E16665"/>
    <w:rsid w:val="00E263F7"/>
    <w:rsid w:val="00E41AE3"/>
    <w:rsid w:val="00E702B4"/>
    <w:rsid w:val="00E7157F"/>
    <w:rsid w:val="00E81399"/>
    <w:rsid w:val="00E91CFF"/>
    <w:rsid w:val="00E97FA9"/>
    <w:rsid w:val="00EA397E"/>
    <w:rsid w:val="00EB1A8C"/>
    <w:rsid w:val="00EB23C5"/>
    <w:rsid w:val="00EB7986"/>
    <w:rsid w:val="00EC1D10"/>
    <w:rsid w:val="00EC2B1F"/>
    <w:rsid w:val="00F019D7"/>
    <w:rsid w:val="00F01FD1"/>
    <w:rsid w:val="00F15CA1"/>
    <w:rsid w:val="00F17339"/>
    <w:rsid w:val="00F20147"/>
    <w:rsid w:val="00F26A0A"/>
    <w:rsid w:val="00F45515"/>
    <w:rsid w:val="00F50B31"/>
    <w:rsid w:val="00F56A23"/>
    <w:rsid w:val="00F603F8"/>
    <w:rsid w:val="00F6270D"/>
    <w:rsid w:val="00F670D3"/>
    <w:rsid w:val="00F752AA"/>
    <w:rsid w:val="00F90860"/>
    <w:rsid w:val="00F95666"/>
    <w:rsid w:val="00FA0F40"/>
    <w:rsid w:val="00FA2F84"/>
    <w:rsid w:val="00FB132F"/>
    <w:rsid w:val="00FB3F40"/>
    <w:rsid w:val="00FB5E44"/>
    <w:rsid w:val="00FC4671"/>
    <w:rsid w:val="00FD1952"/>
    <w:rsid w:val="00FE6DA3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DBCD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482"/>
    <w:rPr>
      <w:rFonts w:ascii="Calibri" w:hAnsi="Calibri"/>
      <w:color w:val="5F574F"/>
      <w:sz w:val="22"/>
      <w:szCs w:val="22"/>
      <w:lang w:val="en-AU" w:eastAsia="en-US"/>
    </w:rPr>
  </w:style>
  <w:style w:type="paragraph" w:styleId="Heading1">
    <w:name w:val="heading 1"/>
    <w:basedOn w:val="Normal"/>
    <w:next w:val="Normal"/>
    <w:qFormat/>
    <w:rsid w:val="00350F58"/>
    <w:pPr>
      <w:keepNext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350F58"/>
    <w:pPr>
      <w:keepNext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350F58"/>
    <w:pPr>
      <w:keepNext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B6072"/>
    <w:pPr>
      <w:tabs>
        <w:tab w:val="center" w:pos="4153"/>
        <w:tab w:val="right" w:pos="8306"/>
      </w:tabs>
    </w:pPr>
    <w:rPr>
      <w:lang w:eastAsia="x-none"/>
    </w:rPr>
  </w:style>
  <w:style w:type="paragraph" w:styleId="Footer">
    <w:name w:val="footer"/>
    <w:basedOn w:val="Normal"/>
    <w:rsid w:val="00F01FD1"/>
    <w:pPr>
      <w:tabs>
        <w:tab w:val="right" w:pos="9730"/>
      </w:tabs>
    </w:pPr>
  </w:style>
  <w:style w:type="character" w:styleId="PageNumber">
    <w:name w:val="page number"/>
    <w:rsid w:val="00F01FD1"/>
    <w:rPr>
      <w:rFonts w:ascii="Calibri" w:hAnsi="Calibri"/>
      <w:sz w:val="22"/>
    </w:rPr>
  </w:style>
  <w:style w:type="paragraph" w:styleId="Title">
    <w:name w:val="Title"/>
    <w:basedOn w:val="Normal"/>
    <w:next w:val="Normal"/>
    <w:qFormat/>
    <w:rsid w:val="00FD1952"/>
    <w:pPr>
      <w:spacing w:after="240"/>
      <w:outlineLvl w:val="0"/>
    </w:pPr>
    <w:rPr>
      <w:rFonts w:cs="Arial"/>
      <w:bCs/>
      <w:caps/>
      <w:color w:val="739ABC"/>
      <w:spacing w:val="60"/>
      <w:kern w:val="28"/>
      <w:sz w:val="36"/>
      <w:szCs w:val="32"/>
    </w:rPr>
  </w:style>
  <w:style w:type="character" w:styleId="Hyperlink">
    <w:name w:val="Hyperlink"/>
    <w:rsid w:val="00F90860"/>
    <w:rPr>
      <w:color w:val="663399"/>
      <w:u w:val="none"/>
      <w:effect w:val="none"/>
    </w:rPr>
  </w:style>
  <w:style w:type="character" w:customStyle="1" w:styleId="HeaderChar">
    <w:name w:val="Header Char"/>
    <w:link w:val="Header"/>
    <w:rsid w:val="00F90860"/>
    <w:rPr>
      <w:rFonts w:ascii="Calibri" w:hAnsi="Calibri"/>
      <w:color w:val="5F574F"/>
      <w:sz w:val="22"/>
      <w:szCs w:val="22"/>
      <w:lang w:val="en-AU"/>
    </w:rPr>
  </w:style>
  <w:style w:type="paragraph" w:customStyle="1" w:styleId="PABodyText">
    <w:name w:val="PA Body Text"/>
    <w:basedOn w:val="Normal"/>
    <w:rsid w:val="00F90860"/>
    <w:rPr>
      <w:rFonts w:ascii="Arial" w:eastAsia="Times New Roman" w:hAnsi="Arial"/>
      <w:color w:val="auto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4A0A48"/>
    <w:pPr>
      <w:ind w:left="720"/>
    </w:pPr>
    <w:rPr>
      <w:rFonts w:eastAsia="Calibri"/>
      <w:color w:val="auto"/>
      <w:lang w:val="en-US"/>
    </w:rPr>
  </w:style>
  <w:style w:type="character" w:customStyle="1" w:styleId="apple-style-span">
    <w:name w:val="apple-style-span"/>
    <w:basedOn w:val="DefaultParagraphFont"/>
    <w:rsid w:val="00951762"/>
  </w:style>
  <w:style w:type="paragraph" w:styleId="BalloonText">
    <w:name w:val="Balloon Text"/>
    <w:basedOn w:val="Normal"/>
    <w:semiHidden/>
    <w:rsid w:val="000F6DD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D06E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E3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06E3D"/>
    <w:rPr>
      <w:rFonts w:ascii="Calibri" w:hAnsi="Calibri"/>
      <w:color w:val="5F574F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E3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6E3D"/>
    <w:rPr>
      <w:rFonts w:ascii="Calibri" w:hAnsi="Calibri"/>
      <w:b/>
      <w:bCs/>
      <w:color w:val="5F574F"/>
      <w:lang w:val="en-AU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45515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482"/>
    <w:rPr>
      <w:rFonts w:ascii="Calibri" w:hAnsi="Calibri"/>
      <w:color w:val="5F574F"/>
      <w:sz w:val="22"/>
      <w:szCs w:val="22"/>
      <w:lang w:val="en-AU" w:eastAsia="en-US"/>
    </w:rPr>
  </w:style>
  <w:style w:type="paragraph" w:styleId="Heading1">
    <w:name w:val="heading 1"/>
    <w:basedOn w:val="Normal"/>
    <w:next w:val="Normal"/>
    <w:qFormat/>
    <w:rsid w:val="00350F58"/>
    <w:pPr>
      <w:keepNext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350F58"/>
    <w:pPr>
      <w:keepNext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350F58"/>
    <w:pPr>
      <w:keepNext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B6072"/>
    <w:pPr>
      <w:tabs>
        <w:tab w:val="center" w:pos="4153"/>
        <w:tab w:val="right" w:pos="8306"/>
      </w:tabs>
    </w:pPr>
    <w:rPr>
      <w:lang w:eastAsia="x-none"/>
    </w:rPr>
  </w:style>
  <w:style w:type="paragraph" w:styleId="Footer">
    <w:name w:val="footer"/>
    <w:basedOn w:val="Normal"/>
    <w:rsid w:val="00F01FD1"/>
    <w:pPr>
      <w:tabs>
        <w:tab w:val="right" w:pos="9730"/>
      </w:tabs>
    </w:pPr>
  </w:style>
  <w:style w:type="character" w:styleId="PageNumber">
    <w:name w:val="page number"/>
    <w:rsid w:val="00F01FD1"/>
    <w:rPr>
      <w:rFonts w:ascii="Calibri" w:hAnsi="Calibri"/>
      <w:sz w:val="22"/>
    </w:rPr>
  </w:style>
  <w:style w:type="paragraph" w:styleId="Title">
    <w:name w:val="Title"/>
    <w:basedOn w:val="Normal"/>
    <w:next w:val="Normal"/>
    <w:qFormat/>
    <w:rsid w:val="00FD1952"/>
    <w:pPr>
      <w:spacing w:after="240"/>
      <w:outlineLvl w:val="0"/>
    </w:pPr>
    <w:rPr>
      <w:rFonts w:cs="Arial"/>
      <w:bCs/>
      <w:caps/>
      <w:color w:val="739ABC"/>
      <w:spacing w:val="60"/>
      <w:kern w:val="28"/>
      <w:sz w:val="36"/>
      <w:szCs w:val="32"/>
    </w:rPr>
  </w:style>
  <w:style w:type="character" w:styleId="Hyperlink">
    <w:name w:val="Hyperlink"/>
    <w:rsid w:val="00F90860"/>
    <w:rPr>
      <w:color w:val="663399"/>
      <w:u w:val="none"/>
      <w:effect w:val="none"/>
    </w:rPr>
  </w:style>
  <w:style w:type="character" w:customStyle="1" w:styleId="HeaderChar">
    <w:name w:val="Header Char"/>
    <w:link w:val="Header"/>
    <w:rsid w:val="00F90860"/>
    <w:rPr>
      <w:rFonts w:ascii="Calibri" w:hAnsi="Calibri"/>
      <w:color w:val="5F574F"/>
      <w:sz w:val="22"/>
      <w:szCs w:val="22"/>
      <w:lang w:val="en-AU"/>
    </w:rPr>
  </w:style>
  <w:style w:type="paragraph" w:customStyle="1" w:styleId="PABodyText">
    <w:name w:val="PA Body Text"/>
    <w:basedOn w:val="Normal"/>
    <w:rsid w:val="00F90860"/>
    <w:rPr>
      <w:rFonts w:ascii="Arial" w:eastAsia="Times New Roman" w:hAnsi="Arial"/>
      <w:color w:val="auto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4A0A48"/>
    <w:pPr>
      <w:ind w:left="720"/>
    </w:pPr>
    <w:rPr>
      <w:rFonts w:eastAsia="Calibri"/>
      <w:color w:val="auto"/>
      <w:lang w:val="en-US"/>
    </w:rPr>
  </w:style>
  <w:style w:type="character" w:customStyle="1" w:styleId="apple-style-span">
    <w:name w:val="apple-style-span"/>
    <w:basedOn w:val="DefaultParagraphFont"/>
    <w:rsid w:val="00951762"/>
  </w:style>
  <w:style w:type="paragraph" w:styleId="BalloonText">
    <w:name w:val="Balloon Text"/>
    <w:basedOn w:val="Normal"/>
    <w:semiHidden/>
    <w:rsid w:val="000F6DD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D06E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E3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06E3D"/>
    <w:rPr>
      <w:rFonts w:ascii="Calibri" w:hAnsi="Calibri"/>
      <w:color w:val="5F574F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E3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6E3D"/>
    <w:rPr>
      <w:rFonts w:ascii="Calibri" w:hAnsi="Calibri"/>
      <w:b/>
      <w:bCs/>
      <w:color w:val="5F574F"/>
      <w:lang w:val="en-AU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4551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CCCCCC"/>
                    <w:right w:val="none" w:sz="0" w:space="0" w:color="auto"/>
                  </w:divBdr>
                  <w:divsChild>
                    <w:div w:id="185113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submissions@pf2050.co.n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fuller\Local%20Settings\Temporary%20Internet%20Files\Content.Outlook\V9PLU0S2\VFFF_Report_no%20address%20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5ECD1-E1C2-0A44-8DDB-62EC63C91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Settings\efuller\Local Settings\Temporary Internet Files\Content.Outlook\V9PLU0S2\VFFF_Report_no address (2).dot</Template>
  <TotalTime>2</TotalTime>
  <Pages>1</Pages>
  <Words>326</Words>
  <Characters>1863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Expression of Interest</vt:lpstr>
    </vt:vector>
  </TitlesOfParts>
  <Company>IOOF Foundation</Company>
  <LinksUpToDate>false</LinksUpToDate>
  <CharactersWithSpaces>2185</CharactersWithSpaces>
  <SharedDoc>false</SharedDoc>
  <HLinks>
    <vt:vector size="12" baseType="variant">
      <vt:variant>
        <vt:i4>3735655</vt:i4>
      </vt:variant>
      <vt:variant>
        <vt:i4>0</vt:i4>
      </vt:variant>
      <vt:variant>
        <vt:i4>0</vt:i4>
      </vt:variant>
      <vt:variant>
        <vt:i4>5</vt:i4>
      </vt:variant>
      <vt:variant>
        <vt:lpwstr>http://www.nextfoundation.org.nz/applications</vt:lpwstr>
      </vt:variant>
      <vt:variant>
        <vt:lpwstr>expressions</vt:lpwstr>
      </vt:variant>
      <vt:variant>
        <vt:i4>3735655</vt:i4>
      </vt:variant>
      <vt:variant>
        <vt:i4>3</vt:i4>
      </vt:variant>
      <vt:variant>
        <vt:i4>0</vt:i4>
      </vt:variant>
      <vt:variant>
        <vt:i4>5</vt:i4>
      </vt:variant>
      <vt:variant>
        <vt:lpwstr>http://www.nextfoundation.org.nz/applications</vt:lpwstr>
      </vt:variant>
      <vt:variant>
        <vt:lpwstr>expressions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Expression of Interest</dc:title>
  <dc:subject/>
  <dc:creator>IOOF</dc:creator>
  <cp:keywords/>
  <cp:lastModifiedBy>Rebecca Bell</cp:lastModifiedBy>
  <cp:revision>2</cp:revision>
  <cp:lastPrinted>2015-04-29T04:02:00Z</cp:lastPrinted>
  <dcterms:created xsi:type="dcterms:W3CDTF">2017-09-08T03:48:00Z</dcterms:created>
  <dcterms:modified xsi:type="dcterms:W3CDTF">2017-09-08T03:48:00Z</dcterms:modified>
</cp:coreProperties>
</file>